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5300" w:rsidRPr="00956C5C" w:rsidRDefault="00E9751A" w:rsidP="00395300">
      <w:pPr>
        <w:pStyle w:val="a7"/>
        <w:jc w:val="center"/>
        <w:rPr>
          <w:rFonts w:ascii="Arial" w:hAnsi="Arial" w:cs="Arial"/>
          <w:b/>
          <w:i/>
          <w:caps/>
          <w:color w:val="FFFFFF"/>
          <w:sz w:val="22"/>
          <w:szCs w:val="22"/>
        </w:rPr>
      </w:pPr>
      <w:r w:rsidRPr="00956C5C">
        <w:rPr>
          <w:rFonts w:ascii="Arial" w:hAnsi="Arial" w:cs="Arial"/>
          <w:i/>
          <w:noProof/>
          <w:color w:val="FFFFFF"/>
          <w:sz w:val="22"/>
          <w:szCs w:val="22"/>
          <w:lang w:eastAsia="bg-BG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column">
                  <wp:posOffset>-1104900</wp:posOffset>
                </wp:positionH>
                <wp:positionV relativeFrom="paragraph">
                  <wp:posOffset>-574675</wp:posOffset>
                </wp:positionV>
                <wp:extent cx="7534275" cy="1252855"/>
                <wp:effectExtent l="0" t="0" r="9525" b="444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34275" cy="125285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50000">
                              <a:srgbClr val="00B0F0"/>
                            </a:gs>
                            <a:gs pos="100000">
                              <a:srgbClr val="FFFFFF"/>
                            </a:gs>
                          </a:gsLst>
                          <a:lin ang="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B216E7" id="Rectangle 3" o:spid="_x0000_s1026" style="position:absolute;margin-left:-87pt;margin-top:-45.25pt;width:593.25pt;height:98.65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" stroked="f">
                <v:fill color2="#00b0f0" angle="90" focus="50%" type="gradient"/>
              </v:rect>
            </w:pict>
          </mc:Fallback>
        </mc:AlternateContent>
      </w:r>
      <w:r w:rsidRPr="00956C5C">
        <w:rPr>
          <w:rFonts w:ascii="Arial" w:hAnsi="Arial" w:cs="Arial"/>
          <w:i/>
          <w:noProof/>
          <w:color w:val="FFFFFF"/>
          <w:sz w:val="22"/>
          <w:szCs w:val="22"/>
          <w:lang w:eastAsia="bg-BG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5348605</wp:posOffset>
            </wp:positionH>
            <wp:positionV relativeFrom="margin">
              <wp:posOffset>-3810</wp:posOffset>
            </wp:positionV>
            <wp:extent cx="947420" cy="463550"/>
            <wp:effectExtent l="0" t="0" r="5080" b="0"/>
            <wp:wrapNone/>
            <wp:docPr id="4" name="Picture 4" descr="b_809beb801cc36ff64c4f2466354e9e2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_809beb801cc36ff64c4f2466354e9e2c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742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56C5C">
        <w:rPr>
          <w:noProof/>
          <w:lang w:eastAsia="bg-BG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-534670</wp:posOffset>
            </wp:positionH>
            <wp:positionV relativeFrom="paragraph">
              <wp:posOffset>-368935</wp:posOffset>
            </wp:positionV>
            <wp:extent cx="1146175" cy="1040765"/>
            <wp:effectExtent l="0" t="0" r="0" b="0"/>
            <wp:wrapNone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75" cy="1040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67BE" w:rsidRPr="00956C5C">
        <w:rPr>
          <w:rFonts w:ascii="Arial" w:hAnsi="Arial" w:cs="Arial"/>
          <w:b/>
          <w:i/>
          <w:caps/>
          <w:color w:val="FFFFFF"/>
          <w:sz w:val="22"/>
          <w:szCs w:val="22"/>
        </w:rPr>
        <w:t xml:space="preserve"> ОТКРИТО ПЪРВЕНСТВО НА СОФИЯ ПО ИНФОРМАТИКА</w:t>
      </w:r>
    </w:p>
    <w:p w:rsidR="00395300" w:rsidRPr="00956C5C" w:rsidRDefault="00EE3B0D" w:rsidP="00395300">
      <w:pPr>
        <w:pStyle w:val="a7"/>
        <w:jc w:val="center"/>
        <w:rPr>
          <w:rFonts w:ascii="Arial" w:hAnsi="Arial" w:cs="Arial"/>
          <w:b/>
          <w:i/>
          <w:color w:val="FFFFFF"/>
          <w:sz w:val="22"/>
          <w:szCs w:val="22"/>
        </w:rPr>
      </w:pPr>
      <w:r w:rsidRPr="00956C5C">
        <w:rPr>
          <w:rFonts w:ascii="Arial" w:hAnsi="Arial" w:cs="Arial"/>
          <w:b/>
          <w:i/>
          <w:color w:val="FFFFFF"/>
          <w:sz w:val="22"/>
          <w:szCs w:val="22"/>
        </w:rPr>
        <w:t xml:space="preserve">4 </w:t>
      </w:r>
      <w:r w:rsidR="00197C0C" w:rsidRPr="00956C5C">
        <w:rPr>
          <w:rFonts w:ascii="Arial" w:hAnsi="Arial" w:cs="Arial"/>
          <w:b/>
          <w:i/>
          <w:color w:val="FFFFFF"/>
          <w:sz w:val="22"/>
          <w:szCs w:val="22"/>
        </w:rPr>
        <w:t>ноември</w:t>
      </w:r>
      <w:r w:rsidR="00395300" w:rsidRPr="00956C5C">
        <w:rPr>
          <w:rFonts w:ascii="Arial" w:hAnsi="Arial" w:cs="Arial"/>
          <w:b/>
          <w:i/>
          <w:color w:val="FFFFFF"/>
          <w:sz w:val="22"/>
          <w:szCs w:val="22"/>
        </w:rPr>
        <w:t xml:space="preserve"> 201</w:t>
      </w:r>
      <w:r w:rsidRPr="00956C5C">
        <w:rPr>
          <w:rFonts w:ascii="Arial" w:hAnsi="Arial" w:cs="Arial"/>
          <w:b/>
          <w:i/>
          <w:color w:val="FFFFFF"/>
          <w:sz w:val="22"/>
          <w:szCs w:val="22"/>
        </w:rPr>
        <w:t>9</w:t>
      </w:r>
      <w:r w:rsidR="00395300" w:rsidRPr="00956C5C">
        <w:rPr>
          <w:rFonts w:ascii="Arial" w:hAnsi="Arial" w:cs="Arial"/>
          <w:b/>
          <w:i/>
          <w:color w:val="FFFFFF"/>
          <w:sz w:val="22"/>
          <w:szCs w:val="22"/>
        </w:rPr>
        <w:t xml:space="preserve"> г.</w:t>
      </w:r>
    </w:p>
    <w:p w:rsidR="0060159A" w:rsidRPr="00956C5C" w:rsidRDefault="0060159A" w:rsidP="0060159A">
      <w:pPr>
        <w:jc w:val="center"/>
        <w:rPr>
          <w:rFonts w:ascii="Arial" w:hAnsi="Arial" w:cs="Arial"/>
          <w:b/>
          <w:bCs/>
          <w:i/>
          <w:color w:val="FFFFFF"/>
          <w:sz w:val="22"/>
          <w:szCs w:val="22"/>
        </w:rPr>
      </w:pPr>
      <w:r w:rsidRPr="00956C5C">
        <w:rPr>
          <w:rFonts w:ascii="Arial" w:hAnsi="Arial" w:cs="Arial"/>
          <w:b/>
          <w:bCs/>
          <w:i/>
          <w:color w:val="FFFFFF"/>
          <w:sz w:val="22"/>
          <w:szCs w:val="22"/>
        </w:rPr>
        <w:t xml:space="preserve">Група </w:t>
      </w:r>
      <w:r w:rsidR="00197C0C" w:rsidRPr="00956C5C">
        <w:rPr>
          <w:rFonts w:ascii="Arial" w:hAnsi="Arial" w:cs="Arial"/>
          <w:b/>
          <w:bCs/>
          <w:i/>
          <w:color w:val="FFFFFF"/>
          <w:sz w:val="22"/>
          <w:szCs w:val="22"/>
        </w:rPr>
        <w:t>В</w:t>
      </w:r>
      <w:r w:rsidRPr="00956C5C">
        <w:rPr>
          <w:rFonts w:ascii="Arial" w:hAnsi="Arial" w:cs="Arial"/>
          <w:b/>
          <w:bCs/>
          <w:i/>
          <w:color w:val="FFFFFF"/>
          <w:sz w:val="22"/>
          <w:szCs w:val="22"/>
        </w:rPr>
        <w:t xml:space="preserve">, </w:t>
      </w:r>
      <w:r w:rsidR="00197C0C" w:rsidRPr="00956C5C">
        <w:rPr>
          <w:rFonts w:ascii="Arial" w:hAnsi="Arial" w:cs="Arial"/>
          <w:b/>
          <w:bCs/>
          <w:i/>
          <w:color w:val="FFFFFF"/>
          <w:sz w:val="22"/>
          <w:szCs w:val="22"/>
        </w:rPr>
        <w:t>9</w:t>
      </w:r>
      <w:r w:rsidR="00BE26F9" w:rsidRPr="00956C5C">
        <w:rPr>
          <w:rFonts w:ascii="Arial" w:hAnsi="Arial" w:cs="Arial"/>
          <w:b/>
          <w:bCs/>
          <w:i/>
          <w:color w:val="FFFFFF"/>
          <w:sz w:val="22"/>
          <w:szCs w:val="22"/>
        </w:rPr>
        <w:t>-</w:t>
      </w:r>
      <w:r w:rsidR="00E16100" w:rsidRPr="00956C5C">
        <w:rPr>
          <w:rFonts w:ascii="Arial" w:hAnsi="Arial" w:cs="Arial"/>
          <w:b/>
          <w:bCs/>
          <w:i/>
          <w:color w:val="FFFFFF"/>
          <w:sz w:val="22"/>
          <w:szCs w:val="22"/>
        </w:rPr>
        <w:t>1</w:t>
      </w:r>
      <w:r w:rsidR="00197C0C" w:rsidRPr="00956C5C">
        <w:rPr>
          <w:rFonts w:ascii="Arial" w:hAnsi="Arial" w:cs="Arial"/>
          <w:b/>
          <w:bCs/>
          <w:i/>
          <w:color w:val="FFFFFF"/>
          <w:sz w:val="22"/>
          <w:szCs w:val="22"/>
        </w:rPr>
        <w:t>0</w:t>
      </w:r>
      <w:r w:rsidRPr="00956C5C">
        <w:rPr>
          <w:rFonts w:ascii="Arial" w:hAnsi="Arial" w:cs="Arial"/>
          <w:b/>
          <w:bCs/>
          <w:i/>
          <w:color w:val="FFFFFF"/>
          <w:sz w:val="22"/>
          <w:szCs w:val="22"/>
        </w:rPr>
        <w:t xml:space="preserve"> клас</w:t>
      </w:r>
    </w:p>
    <w:p w:rsidR="007C62D3" w:rsidRPr="00956C5C" w:rsidRDefault="007C62D3" w:rsidP="0060159A">
      <w:pPr>
        <w:jc w:val="center"/>
        <w:rPr>
          <w:rFonts w:ascii="Arial" w:hAnsi="Arial" w:cs="Arial"/>
          <w:b/>
          <w:bCs/>
          <w:i/>
          <w:color w:val="FFFFFF"/>
          <w:sz w:val="22"/>
          <w:szCs w:val="22"/>
        </w:rPr>
      </w:pPr>
    </w:p>
    <w:p w:rsidR="00565507" w:rsidRPr="00956C5C" w:rsidRDefault="00565507" w:rsidP="005B6961">
      <w:pPr>
        <w:pStyle w:val="Style1Right186TopSinglesolidlineLightBlu"/>
        <w:rPr>
          <w:lang w:val="en-US"/>
        </w:rPr>
      </w:pPr>
      <w:r w:rsidRPr="00956C5C">
        <w:t xml:space="preserve">Задача </w:t>
      </w:r>
      <w:r w:rsidR="00197C0C" w:rsidRPr="00956C5C">
        <w:t>B</w:t>
      </w:r>
      <w:r w:rsidR="00D42591" w:rsidRPr="00956C5C">
        <w:t>1</w:t>
      </w:r>
      <w:r w:rsidRPr="00956C5C">
        <w:t xml:space="preserve">. </w:t>
      </w:r>
      <w:r w:rsidR="00956C5C">
        <w:rPr>
          <w:lang w:val="en-US"/>
        </w:rPr>
        <w:t>Sequences</w:t>
      </w:r>
    </w:p>
    <w:p w:rsidR="00BA192D" w:rsidRPr="00956C5C" w:rsidRDefault="00D42591" w:rsidP="00C6590A">
      <w:pPr>
        <w:ind w:firstLine="720"/>
        <w:jc w:val="both"/>
      </w:pPr>
      <w:r w:rsidRPr="00956C5C">
        <w:rPr>
          <w:b/>
        </w:rPr>
        <w:t>Д</w:t>
      </w:r>
      <w:r w:rsidRPr="00956C5C">
        <w:t xml:space="preserve">ени обича </w:t>
      </w:r>
      <w:r w:rsidRPr="00956C5C">
        <w:rPr>
          <w:bCs/>
        </w:rPr>
        <w:t>прости редици от най-много</w:t>
      </w:r>
      <w:r w:rsidRPr="00956C5C">
        <w:rPr>
          <w:b/>
        </w:rPr>
        <w:t xml:space="preserve"> </w:t>
      </w:r>
      <w:r w:rsidRPr="00956C5C">
        <w:rPr>
          <w:b/>
          <w:i/>
        </w:rPr>
        <w:t>K</w:t>
      </w:r>
      <w:r w:rsidRPr="00956C5C">
        <w:t xml:space="preserve"> числа. Проста редица с дължина </w:t>
      </w:r>
      <w:r w:rsidRPr="00956C5C">
        <w:rPr>
          <w:b/>
          <w:i/>
        </w:rPr>
        <w:t>K</w:t>
      </w:r>
      <w:r w:rsidRPr="00956C5C">
        <w:t xml:space="preserve"> e редица съставена от числата от 0 до </w:t>
      </w:r>
      <w:r w:rsidRPr="00956C5C">
        <w:rPr>
          <w:b/>
          <w:bCs/>
          <w:i/>
          <w:iCs/>
        </w:rPr>
        <w:t>K</w:t>
      </w:r>
      <w:r w:rsidRPr="00956C5C">
        <w:t>-1 в този ред. Примерно прости редици са 0</w:t>
      </w:r>
      <w:r w:rsidR="00956C5C" w:rsidRPr="00956C5C">
        <w:t xml:space="preserve"> |</w:t>
      </w:r>
      <w:r w:rsidRPr="00956C5C">
        <w:t xml:space="preserve"> </w:t>
      </w:r>
      <w:r w:rsidR="00C6590A">
        <w:rPr>
          <w:lang w:val="en-US"/>
        </w:rPr>
        <w:t xml:space="preserve">              </w:t>
      </w:r>
      <w:r w:rsidRPr="00956C5C">
        <w:t>0, 1, 2, 3</w:t>
      </w:r>
      <w:r w:rsidR="00956C5C" w:rsidRPr="00956C5C">
        <w:t xml:space="preserve"> |</w:t>
      </w:r>
      <w:r w:rsidRPr="00956C5C">
        <w:t xml:space="preserve"> 0, 1, 2, 3, 4, 5, 6, а редиците 1</w:t>
      </w:r>
      <w:r w:rsidR="00956C5C" w:rsidRPr="00956C5C">
        <w:t xml:space="preserve"> |</w:t>
      </w:r>
      <w:r w:rsidRPr="00956C5C">
        <w:t xml:space="preserve"> 0, 1, 3, 2</w:t>
      </w:r>
      <w:r w:rsidR="00956C5C" w:rsidRPr="00956C5C">
        <w:t xml:space="preserve"> | </w:t>
      </w:r>
      <w:r w:rsidRPr="00956C5C">
        <w:t>0,</w:t>
      </w:r>
      <w:r w:rsidR="00956C5C" w:rsidRPr="00956C5C">
        <w:t xml:space="preserve"> </w:t>
      </w:r>
      <w:r w:rsidRPr="00956C5C">
        <w:t>1,</w:t>
      </w:r>
      <w:r w:rsidR="00956C5C" w:rsidRPr="00956C5C">
        <w:t xml:space="preserve"> </w:t>
      </w:r>
      <w:r w:rsidRPr="00956C5C">
        <w:t xml:space="preserve">3 – не са. </w:t>
      </w:r>
      <w:r w:rsidRPr="00956C5C">
        <w:rPr>
          <w:b/>
        </w:rPr>
        <w:t>Д</w:t>
      </w:r>
      <w:r w:rsidRPr="00956C5C">
        <w:t xml:space="preserve">ени решила да конструира по-сложни редици, като комбинира няколко прости редици с дължини </w:t>
      </w:r>
      <w:r w:rsidRPr="00C6590A">
        <w:rPr>
          <w:bCs/>
        </w:rPr>
        <w:t xml:space="preserve">до </w:t>
      </w:r>
      <w:r w:rsidRPr="00956C5C">
        <w:rPr>
          <w:b/>
          <w:i/>
        </w:rPr>
        <w:t>K</w:t>
      </w:r>
      <w:r w:rsidR="00C6590A">
        <w:rPr>
          <w:lang w:val="en-US"/>
        </w:rPr>
        <w:t xml:space="preserve"> </w:t>
      </w:r>
      <w:r w:rsidR="00C6590A">
        <w:t>в една.</w:t>
      </w:r>
      <w:r w:rsidRPr="00956C5C">
        <w:t xml:space="preserve"> Так</w:t>
      </w:r>
      <w:r w:rsidR="00956C5C" w:rsidRPr="00956C5C">
        <w:t>а получени</w:t>
      </w:r>
      <w:r w:rsidR="00C6590A">
        <w:t>те</w:t>
      </w:r>
      <w:r w:rsidR="00956C5C" w:rsidRPr="00956C5C">
        <w:t xml:space="preserve"> редици</w:t>
      </w:r>
      <w:r w:rsidR="00C6590A">
        <w:t>,</w:t>
      </w:r>
      <w:r w:rsidR="00956C5C" w:rsidRPr="00956C5C">
        <w:t xml:space="preserve"> </w:t>
      </w:r>
      <w:r w:rsidR="00C6590A">
        <w:t xml:space="preserve">тя </w:t>
      </w:r>
      <w:r w:rsidRPr="00956C5C">
        <w:t xml:space="preserve">нарича </w:t>
      </w:r>
      <w:r w:rsidRPr="00956C5C">
        <w:rPr>
          <w:i/>
          <w:iCs/>
        </w:rPr>
        <w:t>интересни</w:t>
      </w:r>
      <w:r w:rsidRPr="00956C5C">
        <w:t xml:space="preserve">. Например за </w:t>
      </w:r>
      <w:r w:rsidRPr="00956C5C">
        <w:rPr>
          <w:b/>
          <w:bCs/>
          <w:i/>
        </w:rPr>
        <w:t>K</w:t>
      </w:r>
      <w:r w:rsidRPr="00956C5C">
        <w:t xml:space="preserve">=3 такива са </w:t>
      </w:r>
      <w:r w:rsidR="00C6590A">
        <w:rPr>
          <w:lang w:val="en-US"/>
        </w:rPr>
        <w:t xml:space="preserve">0, 1 | </w:t>
      </w:r>
      <w:r w:rsidRPr="00956C5C">
        <w:t>0,</w:t>
      </w:r>
      <w:r w:rsidR="00956C5C" w:rsidRPr="00956C5C">
        <w:t xml:space="preserve"> </w:t>
      </w:r>
      <w:r w:rsidRPr="00956C5C">
        <w:t>1,</w:t>
      </w:r>
      <w:r w:rsidR="00956C5C" w:rsidRPr="00956C5C">
        <w:t xml:space="preserve"> </w:t>
      </w:r>
      <w:r w:rsidRPr="00956C5C">
        <w:t>2</w:t>
      </w:r>
      <w:r w:rsidR="00C6590A">
        <w:rPr>
          <w:lang w:val="en-US"/>
        </w:rPr>
        <w:t>,</w:t>
      </w:r>
      <w:r w:rsidR="00956C5C" w:rsidRPr="00956C5C">
        <w:t xml:space="preserve"> </w:t>
      </w:r>
      <w:r w:rsidRPr="00956C5C">
        <w:t>0</w:t>
      </w:r>
      <w:r w:rsidR="00956C5C" w:rsidRPr="00956C5C">
        <w:t xml:space="preserve"> |</w:t>
      </w:r>
      <w:r w:rsidRPr="00956C5C">
        <w:t xml:space="preserve"> 0,</w:t>
      </w:r>
      <w:r w:rsidR="00956C5C" w:rsidRPr="00956C5C">
        <w:t xml:space="preserve"> </w:t>
      </w:r>
      <w:r w:rsidRPr="00956C5C">
        <w:t>1,</w:t>
      </w:r>
      <w:r w:rsidR="00956C5C" w:rsidRPr="00956C5C">
        <w:t xml:space="preserve"> </w:t>
      </w:r>
      <w:r w:rsidRPr="00956C5C">
        <w:t>0,</w:t>
      </w:r>
      <w:r w:rsidR="00956C5C" w:rsidRPr="00956C5C">
        <w:t xml:space="preserve"> </w:t>
      </w:r>
      <w:r w:rsidRPr="00956C5C">
        <w:t>1</w:t>
      </w:r>
      <w:r w:rsidR="00956C5C" w:rsidRPr="00956C5C">
        <w:t xml:space="preserve"> |</w:t>
      </w:r>
      <w:r w:rsidRPr="00956C5C">
        <w:t xml:space="preserve"> 0,</w:t>
      </w:r>
      <w:r w:rsidR="00956C5C" w:rsidRPr="00956C5C">
        <w:t xml:space="preserve"> </w:t>
      </w:r>
      <w:r w:rsidRPr="00956C5C">
        <w:t>0,</w:t>
      </w:r>
      <w:r w:rsidR="00956C5C" w:rsidRPr="00956C5C">
        <w:t xml:space="preserve"> </w:t>
      </w:r>
      <w:r w:rsidRPr="00956C5C">
        <w:t>0</w:t>
      </w:r>
      <w:r w:rsidR="00956C5C" w:rsidRPr="00956C5C">
        <w:t xml:space="preserve"> |</w:t>
      </w:r>
      <w:r w:rsidRPr="00956C5C">
        <w:t xml:space="preserve"> 0,</w:t>
      </w:r>
      <w:r w:rsidR="00956C5C" w:rsidRPr="00956C5C">
        <w:t xml:space="preserve"> </w:t>
      </w:r>
      <w:r w:rsidRPr="00956C5C">
        <w:t>1,</w:t>
      </w:r>
      <w:r w:rsidR="00956C5C" w:rsidRPr="00956C5C">
        <w:t xml:space="preserve"> </w:t>
      </w:r>
      <w:r w:rsidRPr="00956C5C">
        <w:t>2</w:t>
      </w:r>
      <w:r w:rsidR="00C6590A">
        <w:t>, а</w:t>
      </w:r>
      <w:r w:rsidRPr="00956C5C">
        <w:t xml:space="preserve"> 0,</w:t>
      </w:r>
      <w:r w:rsidR="00956C5C" w:rsidRPr="00956C5C">
        <w:t xml:space="preserve"> </w:t>
      </w:r>
      <w:r w:rsidRPr="00956C5C">
        <w:t>1,</w:t>
      </w:r>
      <w:r w:rsidR="00956C5C" w:rsidRPr="00956C5C">
        <w:t xml:space="preserve"> </w:t>
      </w:r>
      <w:r w:rsidRPr="00956C5C">
        <w:t>2,</w:t>
      </w:r>
      <w:r w:rsidR="00956C5C" w:rsidRPr="00956C5C">
        <w:t xml:space="preserve"> </w:t>
      </w:r>
      <w:r w:rsidRPr="00956C5C">
        <w:t>3</w:t>
      </w:r>
      <w:r w:rsidR="00956C5C" w:rsidRPr="00956C5C">
        <w:t xml:space="preserve"> |</w:t>
      </w:r>
      <w:r w:rsidRPr="00956C5C">
        <w:t xml:space="preserve"> 0,</w:t>
      </w:r>
      <w:r w:rsidR="00956C5C" w:rsidRPr="00956C5C">
        <w:t xml:space="preserve"> </w:t>
      </w:r>
      <w:r w:rsidRPr="00956C5C">
        <w:t>1,</w:t>
      </w:r>
      <w:r w:rsidR="00956C5C" w:rsidRPr="00956C5C">
        <w:t xml:space="preserve"> </w:t>
      </w:r>
      <w:r w:rsidRPr="00956C5C">
        <w:t>1</w:t>
      </w:r>
      <w:r w:rsidR="00956C5C" w:rsidRPr="00956C5C">
        <w:t xml:space="preserve"> |</w:t>
      </w:r>
      <w:r w:rsidRPr="00956C5C">
        <w:t xml:space="preserve"> 0</w:t>
      </w:r>
      <w:r w:rsidR="00956C5C" w:rsidRPr="00956C5C">
        <w:t xml:space="preserve">, </w:t>
      </w:r>
      <w:r w:rsidRPr="00956C5C">
        <w:t>0,</w:t>
      </w:r>
      <w:r w:rsidR="00956C5C" w:rsidRPr="00956C5C">
        <w:t xml:space="preserve"> </w:t>
      </w:r>
      <w:r w:rsidRPr="00956C5C">
        <w:t>2 не са.</w:t>
      </w:r>
      <w:r w:rsidR="00C6590A">
        <w:t xml:space="preserve"> </w:t>
      </w:r>
      <w:r w:rsidR="00C6590A" w:rsidRPr="00956C5C">
        <w:rPr>
          <w:b/>
        </w:rPr>
        <w:t>Д</w:t>
      </w:r>
      <w:r w:rsidR="00C6590A" w:rsidRPr="00956C5C">
        <w:t>ени</w:t>
      </w:r>
      <w:r w:rsidR="00C6590A">
        <w:t xml:space="preserve"> започнала да брои колко са възможните</w:t>
      </w:r>
      <w:r w:rsidR="00DD2C64">
        <w:rPr>
          <w:lang w:val="en-US"/>
        </w:rPr>
        <w:t xml:space="preserve"> </w:t>
      </w:r>
      <w:r w:rsidR="00DD2C64" w:rsidRPr="00DD2C64">
        <w:rPr>
          <w:i/>
          <w:iCs/>
        </w:rPr>
        <w:t>интересни</w:t>
      </w:r>
      <w:r w:rsidR="00C6590A">
        <w:t xml:space="preserve"> редици с дължина на простите изграждащи редици д</w:t>
      </w:r>
      <w:r w:rsidR="00C6590A" w:rsidRPr="00C6590A">
        <w:rPr>
          <w:bCs/>
        </w:rPr>
        <w:t xml:space="preserve">о </w:t>
      </w:r>
      <w:r w:rsidR="00C6590A" w:rsidRPr="00956C5C">
        <w:rPr>
          <w:b/>
          <w:i/>
        </w:rPr>
        <w:t>K</w:t>
      </w:r>
      <w:r w:rsidR="00C6590A">
        <w:rPr>
          <w:bCs/>
          <w:iCs/>
        </w:rPr>
        <w:t xml:space="preserve"> и обща дължина</w:t>
      </w:r>
      <w:r w:rsidR="00C6590A">
        <w:rPr>
          <w:bCs/>
          <w:iCs/>
          <w:lang w:val="en-US"/>
        </w:rPr>
        <w:t xml:space="preserve"> </w:t>
      </w:r>
      <w:r w:rsidR="00C6590A">
        <w:rPr>
          <w:bCs/>
          <w:iCs/>
        </w:rPr>
        <w:t xml:space="preserve">на редицата </w:t>
      </w:r>
      <w:r w:rsidR="00C6590A" w:rsidRPr="00956C5C">
        <w:rPr>
          <w:b/>
          <w:bCs/>
          <w:i/>
          <w:iCs/>
        </w:rPr>
        <w:t>N</w:t>
      </w:r>
      <w:r w:rsidR="007B4780">
        <w:t>. Това</w:t>
      </w:r>
      <w:r w:rsidR="00C6590A">
        <w:t xml:space="preserve"> бързо и омръзнало</w:t>
      </w:r>
      <w:r w:rsidR="007B4780">
        <w:t xml:space="preserve"> – те </w:t>
      </w:r>
      <w:r w:rsidR="00C6590A">
        <w:t>с</w:t>
      </w:r>
      <w:r w:rsidR="007B4780">
        <w:t>е</w:t>
      </w:r>
      <w:r w:rsidR="00C6590A">
        <w:t xml:space="preserve"> оказали прекалено много! Затова се обръща към Вас да пресметнете техния брой по модул 10</w:t>
      </w:r>
      <w:r w:rsidR="00C6590A" w:rsidRPr="00C6590A">
        <w:rPr>
          <w:vertAlign w:val="superscript"/>
        </w:rPr>
        <w:t>9</w:t>
      </w:r>
      <w:r w:rsidR="00C6590A">
        <w:rPr>
          <w:lang w:val="en-US"/>
        </w:rPr>
        <w:t>+7.</w:t>
      </w:r>
      <w:r w:rsidR="00C3234C" w:rsidRPr="00956C5C">
        <w:t xml:space="preserve"> </w:t>
      </w:r>
    </w:p>
    <w:p w:rsidR="00932D83" w:rsidRPr="00956C5C" w:rsidRDefault="00932D83" w:rsidP="00197C0C">
      <w:pPr>
        <w:pStyle w:val="a9"/>
        <w:ind w:firstLine="0"/>
      </w:pPr>
    </w:p>
    <w:p w:rsidR="00932D83" w:rsidRPr="00956C5C" w:rsidRDefault="00932D83" w:rsidP="00932D83">
      <w:pPr>
        <w:pStyle w:val="a3"/>
      </w:pPr>
      <w:r w:rsidRPr="00956C5C">
        <w:t>Вход</w:t>
      </w:r>
    </w:p>
    <w:p w:rsidR="003F2ED0" w:rsidRPr="00956C5C" w:rsidRDefault="00A67595" w:rsidP="001967BE">
      <w:pPr>
        <w:pStyle w:val="a4"/>
      </w:pPr>
      <w:r w:rsidRPr="00956C5C">
        <w:t>На  първия ред на стандартния вход се въвежда</w:t>
      </w:r>
      <w:r w:rsidR="00C6590A">
        <w:t>т</w:t>
      </w:r>
      <w:r w:rsidRPr="00956C5C">
        <w:t xml:space="preserve"> естествен</w:t>
      </w:r>
      <w:r w:rsidR="00C6590A">
        <w:t xml:space="preserve">ите числа </w:t>
      </w:r>
      <w:r w:rsidRPr="00956C5C">
        <w:rPr>
          <w:b/>
          <w:bCs/>
          <w:i/>
          <w:iCs/>
        </w:rPr>
        <w:t>N</w:t>
      </w:r>
      <w:r w:rsidRPr="00956C5C">
        <w:t xml:space="preserve"> </w:t>
      </w:r>
      <w:r w:rsidR="00C6590A">
        <w:t xml:space="preserve">и </w:t>
      </w:r>
      <w:r w:rsidR="00C6590A" w:rsidRPr="00C6590A">
        <w:rPr>
          <w:b/>
          <w:bCs/>
          <w:i/>
          <w:iCs/>
        </w:rPr>
        <w:t>К</w:t>
      </w:r>
      <w:r w:rsidR="00C6590A">
        <w:t xml:space="preserve"> </w:t>
      </w:r>
      <w:r w:rsidRPr="00956C5C">
        <w:t xml:space="preserve">– </w:t>
      </w:r>
      <w:r w:rsidR="00C6590A">
        <w:t xml:space="preserve">съответно дължината на </w:t>
      </w:r>
      <w:r w:rsidR="00C6590A" w:rsidRPr="00DD2C64">
        <w:rPr>
          <w:i/>
          <w:iCs/>
        </w:rPr>
        <w:t>интересните</w:t>
      </w:r>
      <w:r w:rsidR="00C6590A">
        <w:t xml:space="preserve"> редици и максималната дължина на проста изграждаща редица</w:t>
      </w:r>
      <w:r w:rsidRPr="00956C5C">
        <w:t>.</w:t>
      </w:r>
    </w:p>
    <w:p w:rsidR="00932D83" w:rsidRPr="00956C5C" w:rsidRDefault="00932D83" w:rsidP="00932D83">
      <w:pPr>
        <w:pStyle w:val="a9"/>
      </w:pPr>
    </w:p>
    <w:p w:rsidR="00932D83" w:rsidRPr="00956C5C" w:rsidRDefault="00932D83" w:rsidP="00932D83">
      <w:pPr>
        <w:pStyle w:val="a3"/>
      </w:pPr>
      <w:r w:rsidRPr="00956C5C">
        <w:t>Изход</w:t>
      </w:r>
    </w:p>
    <w:p w:rsidR="00411D2E" w:rsidRPr="00956C5C" w:rsidRDefault="00EE3B0D" w:rsidP="001967BE">
      <w:pPr>
        <w:keepNext/>
        <w:spacing w:after="138" w:line="269" w:lineRule="auto"/>
        <w:ind w:firstLine="709"/>
        <w:jc w:val="both"/>
      </w:pPr>
      <w:r w:rsidRPr="00956C5C">
        <w:t xml:space="preserve">На единствения ред на стандартния изход трябва да се </w:t>
      </w:r>
      <w:r w:rsidR="00256C35" w:rsidRPr="00956C5C">
        <w:t xml:space="preserve">изведе </w:t>
      </w:r>
      <w:r w:rsidR="00C6590A">
        <w:t>едно</w:t>
      </w:r>
      <w:r w:rsidR="00EA3F51" w:rsidRPr="00956C5C">
        <w:t xml:space="preserve"> </w:t>
      </w:r>
      <w:r w:rsidR="00256C35" w:rsidRPr="00956C5C">
        <w:t xml:space="preserve">число – </w:t>
      </w:r>
      <w:r w:rsidR="00C6590A">
        <w:t xml:space="preserve">броят </w:t>
      </w:r>
      <w:r w:rsidR="00C6590A" w:rsidRPr="00DD2C64">
        <w:rPr>
          <w:i/>
          <w:iCs/>
        </w:rPr>
        <w:t>интересни</w:t>
      </w:r>
      <w:r w:rsidR="00C6590A">
        <w:t xml:space="preserve"> редици</w:t>
      </w:r>
      <w:r w:rsidR="00677118">
        <w:rPr>
          <w:lang w:val="en-US"/>
        </w:rPr>
        <w:t xml:space="preserve"> </w:t>
      </w:r>
      <w:r w:rsidR="00677118">
        <w:t>по</w:t>
      </w:r>
      <w:bookmarkStart w:id="0" w:name="_GoBack"/>
      <w:bookmarkEnd w:id="0"/>
      <w:r w:rsidR="00C6590A">
        <w:t xml:space="preserve"> модул 10</w:t>
      </w:r>
      <w:r w:rsidR="00C6590A" w:rsidRPr="00C6590A">
        <w:rPr>
          <w:vertAlign w:val="superscript"/>
        </w:rPr>
        <w:t>9</w:t>
      </w:r>
      <w:r w:rsidR="00C6590A">
        <w:rPr>
          <w:lang w:val="en-US"/>
        </w:rPr>
        <w:t>+7.</w:t>
      </w:r>
    </w:p>
    <w:p w:rsidR="00C43344" w:rsidRPr="00956C5C" w:rsidRDefault="00C43344" w:rsidP="00C43344">
      <w:pPr>
        <w:pStyle w:val="a9"/>
      </w:pPr>
    </w:p>
    <w:p w:rsidR="00DE0999" w:rsidRPr="00956C5C" w:rsidRDefault="00DE0999" w:rsidP="00DE0999">
      <w:pPr>
        <w:ind w:left="-15" w:firstLine="725"/>
        <w:jc w:val="both"/>
      </w:pPr>
      <w:r w:rsidRPr="00956C5C">
        <w:rPr>
          <w:b/>
        </w:rPr>
        <w:t>Ограничения</w:t>
      </w:r>
    </w:p>
    <w:p w:rsidR="00EE3B0D" w:rsidRPr="00741472" w:rsidRDefault="00EE3B0D" w:rsidP="00EE3B0D">
      <w:pPr>
        <w:pStyle w:val="ad"/>
        <w:numPr>
          <w:ilvl w:val="0"/>
          <w:numId w:val="3"/>
        </w:numPr>
        <w:spacing w:after="138" w:line="264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6C5C">
        <w:rPr>
          <w:rFonts w:ascii="Times New Roman" w:hAnsi="Times New Roman" w:cs="Times New Roman"/>
          <w:sz w:val="26"/>
          <w:szCs w:val="26"/>
        </w:rPr>
        <w:t xml:space="preserve">1 ≤ </w:t>
      </w:r>
      <w:r w:rsidR="00C6590A" w:rsidRPr="00C6590A"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  <w:t>K</w:t>
      </w:r>
      <w:r w:rsidR="00C6590A">
        <w:rPr>
          <w:rFonts w:ascii="Times New Roman" w:hAnsi="Times New Roman" w:cs="Times New Roman"/>
          <w:b/>
          <w:i/>
          <w:sz w:val="26"/>
          <w:szCs w:val="26"/>
          <w:lang w:val="en-US"/>
        </w:rPr>
        <w:t xml:space="preserve"> </w:t>
      </w:r>
      <w:r w:rsidR="00C6590A" w:rsidRPr="00956C5C">
        <w:rPr>
          <w:rFonts w:ascii="Times New Roman" w:hAnsi="Times New Roman" w:cs="Times New Roman"/>
          <w:sz w:val="26"/>
          <w:szCs w:val="26"/>
        </w:rPr>
        <w:t>≤</w:t>
      </w:r>
      <w:r w:rsidR="00C6590A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956C5C">
        <w:rPr>
          <w:rFonts w:ascii="Times New Roman" w:hAnsi="Times New Roman" w:cs="Times New Roman"/>
          <w:b/>
          <w:i/>
          <w:sz w:val="26"/>
          <w:szCs w:val="26"/>
        </w:rPr>
        <w:t>N</w:t>
      </w:r>
      <w:r w:rsidRPr="00956C5C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956C5C">
        <w:rPr>
          <w:rFonts w:ascii="Times New Roman" w:hAnsi="Times New Roman" w:cs="Times New Roman"/>
          <w:sz w:val="26"/>
          <w:szCs w:val="26"/>
        </w:rPr>
        <w:t>≤</w:t>
      </w:r>
      <w:r w:rsidRPr="00956C5C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E44F58" w:rsidRPr="00956C5C">
        <w:rPr>
          <w:rFonts w:ascii="Times New Roman" w:hAnsi="Times New Roman" w:cs="Times New Roman"/>
          <w:sz w:val="26"/>
          <w:szCs w:val="26"/>
        </w:rPr>
        <w:t>2.10</w:t>
      </w:r>
      <w:r w:rsidR="00C6590A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6</w:t>
      </w:r>
    </w:p>
    <w:p w:rsidR="00741472" w:rsidRDefault="00741472" w:rsidP="00EE3B0D">
      <w:pPr>
        <w:pStyle w:val="ad"/>
        <w:numPr>
          <w:ilvl w:val="0"/>
          <w:numId w:val="3"/>
        </w:numPr>
        <w:spacing w:after="138" w:line="264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20% от тестовете </w:t>
      </w:r>
      <w:r w:rsidRPr="00956C5C">
        <w:rPr>
          <w:rFonts w:ascii="Times New Roman" w:hAnsi="Times New Roman" w:cs="Times New Roman"/>
          <w:b/>
          <w:i/>
          <w:sz w:val="26"/>
          <w:szCs w:val="26"/>
        </w:rPr>
        <w:t>N</w:t>
      </w:r>
      <w:r w:rsidRPr="00956C5C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956C5C">
        <w:rPr>
          <w:rFonts w:ascii="Times New Roman" w:hAnsi="Times New Roman" w:cs="Times New Roman"/>
          <w:sz w:val="26"/>
          <w:szCs w:val="26"/>
        </w:rPr>
        <w:t>≤</w:t>
      </w:r>
      <w:r w:rsidRPr="00956C5C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956C5C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0</w:t>
      </w:r>
    </w:p>
    <w:p w:rsidR="00741472" w:rsidRPr="00956C5C" w:rsidRDefault="00741472" w:rsidP="00EE3B0D">
      <w:pPr>
        <w:pStyle w:val="ad"/>
        <w:numPr>
          <w:ilvl w:val="0"/>
          <w:numId w:val="3"/>
        </w:numPr>
        <w:spacing w:after="138" w:line="264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50% от тестовете </w:t>
      </w:r>
      <w:r w:rsidRPr="00956C5C">
        <w:rPr>
          <w:rFonts w:ascii="Times New Roman" w:hAnsi="Times New Roman" w:cs="Times New Roman"/>
          <w:b/>
          <w:i/>
          <w:sz w:val="26"/>
          <w:szCs w:val="26"/>
        </w:rPr>
        <w:t>N</w:t>
      </w:r>
      <w:r w:rsidRPr="00956C5C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956C5C">
        <w:rPr>
          <w:rFonts w:ascii="Times New Roman" w:hAnsi="Times New Roman" w:cs="Times New Roman"/>
          <w:sz w:val="26"/>
          <w:szCs w:val="26"/>
        </w:rPr>
        <w:t>≤</w:t>
      </w:r>
      <w:r w:rsidRPr="00956C5C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956C5C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000</w:t>
      </w:r>
    </w:p>
    <w:p w:rsidR="00C57EEF" w:rsidRPr="00956C5C" w:rsidRDefault="00C57EEF" w:rsidP="00447464">
      <w:pPr>
        <w:pStyle w:val="a9"/>
        <w:ind w:firstLine="0"/>
      </w:pPr>
    </w:p>
    <w:p w:rsidR="00DE0999" w:rsidRPr="00956C5C" w:rsidRDefault="00DE0999" w:rsidP="00DE0999">
      <w:pPr>
        <w:spacing w:after="138" w:line="268" w:lineRule="auto"/>
        <w:ind w:firstLine="708"/>
        <w:rPr>
          <w:b/>
        </w:rPr>
      </w:pPr>
      <w:r w:rsidRPr="00956C5C">
        <w:rPr>
          <w:b/>
        </w:rPr>
        <w:t>Пример</w:t>
      </w:r>
      <w:r w:rsidR="00741472">
        <w:rPr>
          <w:b/>
        </w:rPr>
        <w:t>и</w:t>
      </w:r>
    </w:p>
    <w:tbl>
      <w:tblPr>
        <w:tblStyle w:val="a6"/>
        <w:tblW w:w="8816" w:type="dxa"/>
        <w:tblInd w:w="360" w:type="dxa"/>
        <w:tblLook w:val="04A0" w:firstRow="1" w:lastRow="0" w:firstColumn="1" w:lastColumn="0" w:noHBand="0" w:noVBand="1"/>
      </w:tblPr>
      <w:tblGrid>
        <w:gridCol w:w="768"/>
        <w:gridCol w:w="861"/>
        <w:gridCol w:w="7187"/>
      </w:tblGrid>
      <w:tr w:rsidR="00CA2E69" w:rsidRPr="00956C5C" w:rsidTr="00741472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E69" w:rsidRPr="00956C5C" w:rsidRDefault="00CA2E69">
            <w:pPr>
              <w:rPr>
                <w:b/>
                <w:lang w:eastAsia="en-US"/>
              </w:rPr>
            </w:pPr>
            <w:r w:rsidRPr="00956C5C">
              <w:rPr>
                <w:b/>
                <w:lang w:eastAsia="en-US"/>
              </w:rPr>
              <w:t>Вход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E69" w:rsidRPr="00956C5C" w:rsidRDefault="00CA2E69">
            <w:pPr>
              <w:rPr>
                <w:b/>
                <w:lang w:eastAsia="en-US"/>
              </w:rPr>
            </w:pPr>
            <w:r w:rsidRPr="00956C5C">
              <w:rPr>
                <w:b/>
                <w:lang w:eastAsia="en-US"/>
              </w:rPr>
              <w:t>Изход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E69" w:rsidRPr="00956C5C" w:rsidRDefault="00CA2E69">
            <w:pPr>
              <w:rPr>
                <w:b/>
                <w:lang w:eastAsia="en-US"/>
              </w:rPr>
            </w:pPr>
            <w:r w:rsidRPr="00956C5C">
              <w:rPr>
                <w:b/>
                <w:lang w:eastAsia="en-US"/>
              </w:rPr>
              <w:t>Обяснение на примера</w:t>
            </w:r>
          </w:p>
        </w:tc>
      </w:tr>
      <w:tr w:rsidR="00CA2E69" w:rsidRPr="00956C5C" w:rsidTr="00741472">
        <w:trPr>
          <w:trHeight w:val="416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E69" w:rsidRPr="00956C5C" w:rsidRDefault="00741472" w:rsidP="00741472">
            <w:pPr>
              <w:rPr>
                <w:rFonts w:ascii="Consolas" w:hAnsi="Consolas"/>
                <w:lang w:eastAsia="en-US"/>
              </w:rPr>
            </w:pPr>
            <w:r>
              <w:rPr>
                <w:rFonts w:ascii="Consolas" w:hAnsi="Consolas"/>
                <w:lang w:eastAsia="en-US"/>
              </w:rPr>
              <w:t>4 3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E69" w:rsidRPr="00956C5C" w:rsidRDefault="00741472">
            <w:pPr>
              <w:rPr>
                <w:rFonts w:ascii="Consolas" w:hAnsi="Consolas"/>
                <w:lang w:eastAsia="en-US"/>
              </w:rPr>
            </w:pPr>
            <w:r>
              <w:rPr>
                <w:rFonts w:ascii="Consolas" w:hAnsi="Consolas"/>
                <w:lang w:eastAsia="en-US"/>
              </w:rPr>
              <w:t>7</w:t>
            </w:r>
          </w:p>
          <w:p w:rsidR="00CA2E69" w:rsidRPr="00956C5C" w:rsidRDefault="00CA2E69">
            <w:pPr>
              <w:rPr>
                <w:rFonts w:ascii="Consolas" w:hAnsi="Consolas"/>
                <w:lang w:eastAsia="en-US"/>
              </w:rPr>
            </w:pP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CA8" w:rsidRPr="00741472" w:rsidRDefault="00741472" w:rsidP="00F51CA8">
            <w:pPr>
              <w:jc w:val="both"/>
              <w:rPr>
                <w:lang w:val="en-US"/>
              </w:rPr>
            </w:pPr>
            <w:r>
              <w:t xml:space="preserve">Възможните </w:t>
            </w:r>
            <w:r w:rsidRPr="00DD2C64">
              <w:rPr>
                <w:i/>
                <w:iCs/>
              </w:rPr>
              <w:t>интересни</w:t>
            </w:r>
            <w:r>
              <w:t xml:space="preserve"> редица са: 0, </w:t>
            </w:r>
            <w:r w:rsidRPr="00B30960">
              <w:rPr>
                <w:u w:val="single"/>
              </w:rPr>
              <w:t>0</w:t>
            </w:r>
            <w:r>
              <w:t xml:space="preserve">, </w:t>
            </w:r>
            <w:r w:rsidRPr="00B30960">
              <w:rPr>
                <w:b/>
                <w:bCs/>
              </w:rPr>
              <w:t>0</w:t>
            </w:r>
            <w:r>
              <w:t xml:space="preserve">, </w:t>
            </w:r>
            <w:r w:rsidRPr="007007E0">
              <w:rPr>
                <w:i/>
                <w:iCs/>
              </w:rPr>
              <w:t>0</w:t>
            </w:r>
            <w:r>
              <w:t xml:space="preserve"> </w:t>
            </w:r>
            <w:r>
              <w:rPr>
                <w:lang w:val="en-US"/>
              </w:rPr>
              <w:t>|</w:t>
            </w:r>
            <w:r>
              <w:t xml:space="preserve"> </w:t>
            </w:r>
            <w:r>
              <w:rPr>
                <w:lang w:val="ru-RU"/>
              </w:rPr>
              <w:t>0,</w:t>
            </w:r>
            <w:r>
              <w:rPr>
                <w:lang w:val="en-US"/>
              </w:rPr>
              <w:t xml:space="preserve"> </w:t>
            </w:r>
            <w:r w:rsidRPr="00B30960">
              <w:rPr>
                <w:u w:val="single"/>
                <w:lang w:val="ru-RU"/>
              </w:rPr>
              <w:t>0</w:t>
            </w:r>
            <w:r>
              <w:rPr>
                <w:lang w:val="ru-RU"/>
              </w:rPr>
              <w:t>,</w:t>
            </w:r>
            <w:r>
              <w:rPr>
                <w:lang w:val="en-US"/>
              </w:rPr>
              <w:t xml:space="preserve"> </w:t>
            </w:r>
            <w:r w:rsidRPr="00B30960">
              <w:rPr>
                <w:b/>
                <w:bCs/>
                <w:lang w:val="ru-RU"/>
              </w:rPr>
              <w:t>0,</w:t>
            </w:r>
            <w:r w:rsidRPr="00B30960">
              <w:rPr>
                <w:b/>
                <w:bCs/>
                <w:lang w:val="en-US"/>
              </w:rPr>
              <w:t xml:space="preserve"> </w:t>
            </w:r>
            <w:r w:rsidRPr="00B30960">
              <w:rPr>
                <w:b/>
                <w:bCs/>
                <w:lang w:val="ru-RU"/>
              </w:rPr>
              <w:t>1</w:t>
            </w:r>
            <w:r>
              <w:rPr>
                <w:lang w:val="en-US"/>
              </w:rPr>
              <w:t xml:space="preserve"> |</w:t>
            </w:r>
            <w:r>
              <w:rPr>
                <w:lang w:val="ru-RU"/>
              </w:rPr>
              <w:t xml:space="preserve"> 0,</w:t>
            </w:r>
            <w:r>
              <w:rPr>
                <w:lang w:val="en-US"/>
              </w:rPr>
              <w:t xml:space="preserve"> </w:t>
            </w:r>
            <w:r w:rsidRPr="00B30960">
              <w:rPr>
                <w:u w:val="single"/>
                <w:lang w:val="ru-RU"/>
              </w:rPr>
              <w:t>0,</w:t>
            </w:r>
            <w:r w:rsidRPr="00B30960">
              <w:rPr>
                <w:u w:val="single"/>
                <w:lang w:val="en-US"/>
              </w:rPr>
              <w:t xml:space="preserve"> </w:t>
            </w:r>
            <w:r w:rsidRPr="00B30960">
              <w:rPr>
                <w:u w:val="single"/>
                <w:lang w:val="ru-RU"/>
              </w:rPr>
              <w:t>1</w:t>
            </w:r>
            <w:r>
              <w:rPr>
                <w:lang w:val="ru-RU"/>
              </w:rPr>
              <w:t>,</w:t>
            </w:r>
            <w:r>
              <w:rPr>
                <w:lang w:val="en-US"/>
              </w:rPr>
              <w:t xml:space="preserve"> </w:t>
            </w:r>
            <w:r w:rsidRPr="00B30960">
              <w:rPr>
                <w:b/>
                <w:bCs/>
                <w:lang w:val="ru-RU"/>
              </w:rPr>
              <w:t>0</w:t>
            </w:r>
            <w:r>
              <w:rPr>
                <w:lang w:val="en-US"/>
              </w:rPr>
              <w:t xml:space="preserve"> |</w:t>
            </w:r>
            <w:r>
              <w:rPr>
                <w:lang w:val="ru-RU"/>
              </w:rPr>
              <w:t xml:space="preserve"> </w:t>
            </w:r>
            <w:r>
              <w:rPr>
                <w:lang w:val="en-US"/>
              </w:rPr>
              <w:t xml:space="preserve">         </w:t>
            </w:r>
            <w:r>
              <w:rPr>
                <w:lang w:val="ru-RU"/>
              </w:rPr>
              <w:t>0,</w:t>
            </w:r>
            <w:r>
              <w:rPr>
                <w:lang w:val="en-US"/>
              </w:rPr>
              <w:t xml:space="preserve"> </w:t>
            </w:r>
            <w:r w:rsidRPr="007007E0">
              <w:rPr>
                <w:u w:val="single"/>
                <w:lang w:val="ru-RU"/>
              </w:rPr>
              <w:t>0,</w:t>
            </w:r>
            <w:r w:rsidRPr="007007E0">
              <w:rPr>
                <w:u w:val="single"/>
                <w:lang w:val="en-US"/>
              </w:rPr>
              <w:t xml:space="preserve"> </w:t>
            </w:r>
            <w:r w:rsidRPr="007007E0">
              <w:rPr>
                <w:u w:val="single"/>
                <w:lang w:val="ru-RU"/>
              </w:rPr>
              <w:t>1,</w:t>
            </w:r>
            <w:r w:rsidRPr="007007E0">
              <w:rPr>
                <w:u w:val="single"/>
                <w:lang w:val="en-US"/>
              </w:rPr>
              <w:t xml:space="preserve"> </w:t>
            </w:r>
            <w:r w:rsidRPr="007007E0">
              <w:rPr>
                <w:u w:val="single"/>
                <w:lang w:val="ru-RU"/>
              </w:rPr>
              <w:t>2</w:t>
            </w:r>
            <w:r>
              <w:rPr>
                <w:lang w:val="en-US"/>
              </w:rPr>
              <w:t xml:space="preserve"> |</w:t>
            </w:r>
            <w:r>
              <w:rPr>
                <w:lang w:val="ru-RU"/>
              </w:rPr>
              <w:t xml:space="preserve"> 0,</w:t>
            </w:r>
            <w:r>
              <w:rPr>
                <w:lang w:val="en-US"/>
              </w:rPr>
              <w:t xml:space="preserve"> </w:t>
            </w:r>
            <w:r>
              <w:rPr>
                <w:lang w:val="ru-RU"/>
              </w:rPr>
              <w:t>1,</w:t>
            </w:r>
            <w:r>
              <w:rPr>
                <w:lang w:val="en-US"/>
              </w:rPr>
              <w:t xml:space="preserve"> </w:t>
            </w:r>
            <w:r w:rsidRPr="007007E0">
              <w:rPr>
                <w:u w:val="single"/>
                <w:lang w:val="ru-RU"/>
              </w:rPr>
              <w:t>0</w:t>
            </w:r>
            <w:r>
              <w:rPr>
                <w:lang w:val="ru-RU"/>
              </w:rPr>
              <w:t>,</w:t>
            </w:r>
            <w:r>
              <w:rPr>
                <w:lang w:val="en-US"/>
              </w:rPr>
              <w:t xml:space="preserve"> </w:t>
            </w:r>
            <w:r w:rsidRPr="00B30960">
              <w:rPr>
                <w:b/>
                <w:bCs/>
                <w:lang w:val="ru-RU"/>
              </w:rPr>
              <w:t>0</w:t>
            </w:r>
            <w:r>
              <w:rPr>
                <w:lang w:val="en-US"/>
              </w:rPr>
              <w:t xml:space="preserve"> |</w:t>
            </w:r>
            <w:r>
              <w:rPr>
                <w:lang w:val="ru-RU"/>
              </w:rPr>
              <w:t xml:space="preserve"> 0,</w:t>
            </w:r>
            <w:r>
              <w:rPr>
                <w:lang w:val="en-US"/>
              </w:rPr>
              <w:t xml:space="preserve"> </w:t>
            </w:r>
            <w:r>
              <w:rPr>
                <w:lang w:val="ru-RU"/>
              </w:rPr>
              <w:t>1,</w:t>
            </w:r>
            <w:r>
              <w:rPr>
                <w:lang w:val="en-US"/>
              </w:rPr>
              <w:t xml:space="preserve"> </w:t>
            </w:r>
            <w:r w:rsidRPr="007007E0">
              <w:rPr>
                <w:u w:val="single"/>
                <w:lang w:val="ru-RU"/>
              </w:rPr>
              <w:t>0,</w:t>
            </w:r>
            <w:r w:rsidRPr="007007E0">
              <w:rPr>
                <w:u w:val="single"/>
                <w:lang w:val="en-US"/>
              </w:rPr>
              <w:t xml:space="preserve"> </w:t>
            </w:r>
            <w:r w:rsidRPr="007007E0">
              <w:rPr>
                <w:u w:val="single"/>
                <w:lang w:val="ru-RU"/>
              </w:rPr>
              <w:t>1</w:t>
            </w:r>
            <w:r>
              <w:rPr>
                <w:lang w:val="en-US"/>
              </w:rPr>
              <w:t xml:space="preserve"> |</w:t>
            </w:r>
            <w:r>
              <w:rPr>
                <w:lang w:val="ru-RU"/>
              </w:rPr>
              <w:t xml:space="preserve"> 0,</w:t>
            </w:r>
            <w:r>
              <w:rPr>
                <w:lang w:val="en-US"/>
              </w:rPr>
              <w:t xml:space="preserve"> </w:t>
            </w:r>
            <w:r>
              <w:rPr>
                <w:lang w:val="ru-RU"/>
              </w:rPr>
              <w:t>1,</w:t>
            </w:r>
            <w:r>
              <w:rPr>
                <w:lang w:val="en-US"/>
              </w:rPr>
              <w:t xml:space="preserve"> </w:t>
            </w:r>
            <w:r>
              <w:rPr>
                <w:lang w:val="ru-RU"/>
              </w:rPr>
              <w:t>2,</w:t>
            </w:r>
            <w:r>
              <w:rPr>
                <w:lang w:val="en-US"/>
              </w:rPr>
              <w:t xml:space="preserve"> </w:t>
            </w:r>
            <w:r w:rsidRPr="007007E0">
              <w:rPr>
                <w:u w:val="single"/>
                <w:lang w:val="ru-RU"/>
              </w:rPr>
              <w:t>0</w:t>
            </w:r>
            <w:r>
              <w:rPr>
                <w:lang w:val="en-US"/>
              </w:rPr>
              <w:t>.</w:t>
            </w:r>
          </w:p>
        </w:tc>
      </w:tr>
      <w:tr w:rsidR="00741472" w:rsidRPr="00956C5C" w:rsidTr="00741472">
        <w:trPr>
          <w:trHeight w:val="416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72" w:rsidRDefault="00741472" w:rsidP="00741472">
            <w:pPr>
              <w:rPr>
                <w:rFonts w:ascii="Consolas" w:hAnsi="Consolas"/>
                <w:lang w:eastAsia="en-US"/>
              </w:rPr>
            </w:pPr>
            <w:r>
              <w:rPr>
                <w:rFonts w:ascii="Consolas" w:hAnsi="Consolas"/>
                <w:lang w:eastAsia="en-US"/>
              </w:rPr>
              <w:t>11 5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72" w:rsidRDefault="00741472">
            <w:pPr>
              <w:rPr>
                <w:rFonts w:ascii="Consolas" w:hAnsi="Consolas"/>
                <w:lang w:eastAsia="en-US"/>
              </w:rPr>
            </w:pPr>
            <w:r>
              <w:rPr>
                <w:rFonts w:ascii="Consolas" w:hAnsi="Consolas"/>
                <w:lang w:eastAsia="en-US"/>
              </w:rPr>
              <w:t>912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72" w:rsidRPr="00956C5C" w:rsidRDefault="00741472" w:rsidP="00F51CA8">
            <w:pPr>
              <w:jc w:val="both"/>
            </w:pPr>
          </w:p>
        </w:tc>
      </w:tr>
    </w:tbl>
    <w:p w:rsidR="00EB4C95" w:rsidRPr="00956C5C" w:rsidRDefault="00EB4C95" w:rsidP="00F51CA8"/>
    <w:sectPr w:rsidR="00EB4C95" w:rsidRPr="00956C5C" w:rsidSect="00200F63">
      <w:pgSz w:w="11906" w:h="16838"/>
      <w:pgMar w:top="90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04454"/>
    <w:multiLevelType w:val="hybridMultilevel"/>
    <w:tmpl w:val="0FBCFE6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C1803"/>
    <w:multiLevelType w:val="hybridMultilevel"/>
    <w:tmpl w:val="B41632C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C762BD"/>
    <w:multiLevelType w:val="hybridMultilevel"/>
    <w:tmpl w:val="58203A5A"/>
    <w:lvl w:ilvl="0" w:tplc="0E0A0A50">
      <w:start w:val="1"/>
      <w:numFmt w:val="bullet"/>
      <w:lvlText w:val=""/>
      <w:lvlJc w:val="left"/>
      <w:pPr>
        <w:ind w:left="720" w:hanging="360"/>
      </w:pPr>
      <w:rPr>
        <w:rFonts w:ascii="Symbol" w:hAnsi="Symbol" w:hint="default"/>
      </w:rPr>
    </w:lvl>
    <w:lvl w:ilvl="1" w:tplc="0E0A0A50">
      <w:start w:val="1"/>
      <w:numFmt w:val="bullet"/>
      <w:lvlText w:val=""/>
      <w:lvlJc w:val="left"/>
      <w:pPr>
        <w:ind w:left="720" w:hanging="360"/>
      </w:pPr>
      <w:rPr>
        <w:rFonts w:ascii="Symbol" w:hAnsi="Symbol" w:hint="default"/>
      </w:rPr>
    </w:lvl>
    <w:lvl w:ilvl="2" w:tplc="040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6AEE7199"/>
    <w:multiLevelType w:val="multilevel"/>
    <w:tmpl w:val="AF62D054"/>
    <w:lvl w:ilvl="0">
      <w:start w:val="1"/>
      <w:numFmt w:val="bullet"/>
      <w:lvlText w:val="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84"/>
  <w:drawingGridVerticalSpacing w:val="28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740"/>
    <w:rsid w:val="0000301F"/>
    <w:rsid w:val="000135B9"/>
    <w:rsid w:val="0003109A"/>
    <w:rsid w:val="00034395"/>
    <w:rsid w:val="00036218"/>
    <w:rsid w:val="0006236D"/>
    <w:rsid w:val="00062DF6"/>
    <w:rsid w:val="00065E48"/>
    <w:rsid w:val="00071B60"/>
    <w:rsid w:val="00073367"/>
    <w:rsid w:val="0007464A"/>
    <w:rsid w:val="00074767"/>
    <w:rsid w:val="000749B5"/>
    <w:rsid w:val="00083A2E"/>
    <w:rsid w:val="00091E12"/>
    <w:rsid w:val="00097C45"/>
    <w:rsid w:val="000A4C26"/>
    <w:rsid w:val="000A53C4"/>
    <w:rsid w:val="000A6E7D"/>
    <w:rsid w:val="000B03CE"/>
    <w:rsid w:val="000B0CFE"/>
    <w:rsid w:val="000B513E"/>
    <w:rsid w:val="000B7FB5"/>
    <w:rsid w:val="000C44EE"/>
    <w:rsid w:val="000C7656"/>
    <w:rsid w:val="000C7D3D"/>
    <w:rsid w:val="000D216B"/>
    <w:rsid w:val="000E0C81"/>
    <w:rsid w:val="000E2521"/>
    <w:rsid w:val="000E664D"/>
    <w:rsid w:val="00112916"/>
    <w:rsid w:val="00112A34"/>
    <w:rsid w:val="00126C8E"/>
    <w:rsid w:val="00133949"/>
    <w:rsid w:val="0013409E"/>
    <w:rsid w:val="00146A15"/>
    <w:rsid w:val="001471B6"/>
    <w:rsid w:val="00147D9D"/>
    <w:rsid w:val="00160D52"/>
    <w:rsid w:val="001629E1"/>
    <w:rsid w:val="001678DD"/>
    <w:rsid w:val="001738B1"/>
    <w:rsid w:val="00175672"/>
    <w:rsid w:val="0019498F"/>
    <w:rsid w:val="001967BE"/>
    <w:rsid w:val="00196B30"/>
    <w:rsid w:val="00197C0C"/>
    <w:rsid w:val="001B5146"/>
    <w:rsid w:val="001E779F"/>
    <w:rsid w:val="00200DAC"/>
    <w:rsid w:val="00200F63"/>
    <w:rsid w:val="00202183"/>
    <w:rsid w:val="00203C1B"/>
    <w:rsid w:val="00203C75"/>
    <w:rsid w:val="00206E1E"/>
    <w:rsid w:val="0021203E"/>
    <w:rsid w:val="00214E51"/>
    <w:rsid w:val="00221819"/>
    <w:rsid w:val="00223AE2"/>
    <w:rsid w:val="002271BE"/>
    <w:rsid w:val="00241146"/>
    <w:rsid w:val="00256C35"/>
    <w:rsid w:val="002621FD"/>
    <w:rsid w:val="002767FA"/>
    <w:rsid w:val="00277075"/>
    <w:rsid w:val="00291C69"/>
    <w:rsid w:val="002960BB"/>
    <w:rsid w:val="002A1929"/>
    <w:rsid w:val="002C0D2D"/>
    <w:rsid w:val="002C3B29"/>
    <w:rsid w:val="002E08CB"/>
    <w:rsid w:val="002E1FA1"/>
    <w:rsid w:val="002E350F"/>
    <w:rsid w:val="002E4244"/>
    <w:rsid w:val="002E7BB9"/>
    <w:rsid w:val="002F62E8"/>
    <w:rsid w:val="003063E2"/>
    <w:rsid w:val="00343199"/>
    <w:rsid w:val="00346F9E"/>
    <w:rsid w:val="00351B70"/>
    <w:rsid w:val="00370953"/>
    <w:rsid w:val="0037675E"/>
    <w:rsid w:val="00382F4A"/>
    <w:rsid w:val="00395300"/>
    <w:rsid w:val="003A31F4"/>
    <w:rsid w:val="003B702C"/>
    <w:rsid w:val="003C021B"/>
    <w:rsid w:val="003C200D"/>
    <w:rsid w:val="003D1662"/>
    <w:rsid w:val="003D4CB2"/>
    <w:rsid w:val="003E2A49"/>
    <w:rsid w:val="003E6990"/>
    <w:rsid w:val="003F2ED0"/>
    <w:rsid w:val="00410C1C"/>
    <w:rsid w:val="00411D2E"/>
    <w:rsid w:val="004237ED"/>
    <w:rsid w:val="00427149"/>
    <w:rsid w:val="00434B92"/>
    <w:rsid w:val="00434E8F"/>
    <w:rsid w:val="0044386F"/>
    <w:rsid w:val="00447464"/>
    <w:rsid w:val="004550E8"/>
    <w:rsid w:val="00455BDD"/>
    <w:rsid w:val="00456E0D"/>
    <w:rsid w:val="00462E63"/>
    <w:rsid w:val="00476CC9"/>
    <w:rsid w:val="00482426"/>
    <w:rsid w:val="004851A2"/>
    <w:rsid w:val="00485740"/>
    <w:rsid w:val="00486891"/>
    <w:rsid w:val="00493C04"/>
    <w:rsid w:val="004B1933"/>
    <w:rsid w:val="00524CA8"/>
    <w:rsid w:val="005338C1"/>
    <w:rsid w:val="00535EFA"/>
    <w:rsid w:val="00536C3F"/>
    <w:rsid w:val="005515F7"/>
    <w:rsid w:val="00553E60"/>
    <w:rsid w:val="00565507"/>
    <w:rsid w:val="00574999"/>
    <w:rsid w:val="0058627E"/>
    <w:rsid w:val="00594012"/>
    <w:rsid w:val="00595DBF"/>
    <w:rsid w:val="005A2C64"/>
    <w:rsid w:val="005A3D6E"/>
    <w:rsid w:val="005B6961"/>
    <w:rsid w:val="005D0A28"/>
    <w:rsid w:val="005D7518"/>
    <w:rsid w:val="005E4639"/>
    <w:rsid w:val="005E7513"/>
    <w:rsid w:val="005F09B1"/>
    <w:rsid w:val="006005EF"/>
    <w:rsid w:val="0060159A"/>
    <w:rsid w:val="00601CF9"/>
    <w:rsid w:val="006074B8"/>
    <w:rsid w:val="00607771"/>
    <w:rsid w:val="006131DE"/>
    <w:rsid w:val="0061774F"/>
    <w:rsid w:val="00620DE5"/>
    <w:rsid w:val="006236C0"/>
    <w:rsid w:val="00641F16"/>
    <w:rsid w:val="0064204E"/>
    <w:rsid w:val="006460E7"/>
    <w:rsid w:val="00651AF4"/>
    <w:rsid w:val="00652873"/>
    <w:rsid w:val="00654D62"/>
    <w:rsid w:val="0067294B"/>
    <w:rsid w:val="00676C64"/>
    <w:rsid w:val="00677118"/>
    <w:rsid w:val="006835C4"/>
    <w:rsid w:val="00685EA1"/>
    <w:rsid w:val="00687BFA"/>
    <w:rsid w:val="00696A00"/>
    <w:rsid w:val="006A1ED7"/>
    <w:rsid w:val="006A3F40"/>
    <w:rsid w:val="006B5AF2"/>
    <w:rsid w:val="006C1C2B"/>
    <w:rsid w:val="006D5354"/>
    <w:rsid w:val="006E0DA6"/>
    <w:rsid w:val="006E17E5"/>
    <w:rsid w:val="006E2146"/>
    <w:rsid w:val="006E4F88"/>
    <w:rsid w:val="006F2D54"/>
    <w:rsid w:val="006F40C8"/>
    <w:rsid w:val="007007E0"/>
    <w:rsid w:val="00711334"/>
    <w:rsid w:val="00711914"/>
    <w:rsid w:val="00711B17"/>
    <w:rsid w:val="007137AB"/>
    <w:rsid w:val="00720DCE"/>
    <w:rsid w:val="00737912"/>
    <w:rsid w:val="00741472"/>
    <w:rsid w:val="00751E3E"/>
    <w:rsid w:val="007573F8"/>
    <w:rsid w:val="0076167F"/>
    <w:rsid w:val="00761FF9"/>
    <w:rsid w:val="00763B2D"/>
    <w:rsid w:val="00767E82"/>
    <w:rsid w:val="00773AC3"/>
    <w:rsid w:val="0077488F"/>
    <w:rsid w:val="00774DC3"/>
    <w:rsid w:val="00777B7A"/>
    <w:rsid w:val="00781F92"/>
    <w:rsid w:val="0078623A"/>
    <w:rsid w:val="00787941"/>
    <w:rsid w:val="00793F17"/>
    <w:rsid w:val="00794859"/>
    <w:rsid w:val="00794C89"/>
    <w:rsid w:val="0079782B"/>
    <w:rsid w:val="007A00E8"/>
    <w:rsid w:val="007A5D1D"/>
    <w:rsid w:val="007A70EE"/>
    <w:rsid w:val="007B4780"/>
    <w:rsid w:val="007B7203"/>
    <w:rsid w:val="007C62D3"/>
    <w:rsid w:val="007D619D"/>
    <w:rsid w:val="007E31B9"/>
    <w:rsid w:val="007E48B9"/>
    <w:rsid w:val="007F1C3B"/>
    <w:rsid w:val="007F21C9"/>
    <w:rsid w:val="00801984"/>
    <w:rsid w:val="00812A45"/>
    <w:rsid w:val="008176DC"/>
    <w:rsid w:val="0082090B"/>
    <w:rsid w:val="00835641"/>
    <w:rsid w:val="008431E7"/>
    <w:rsid w:val="0084522C"/>
    <w:rsid w:val="00846581"/>
    <w:rsid w:val="00863FB5"/>
    <w:rsid w:val="00873209"/>
    <w:rsid w:val="008864FA"/>
    <w:rsid w:val="00891555"/>
    <w:rsid w:val="00892130"/>
    <w:rsid w:val="008A379D"/>
    <w:rsid w:val="008A5788"/>
    <w:rsid w:val="008B1DA6"/>
    <w:rsid w:val="008C0DBE"/>
    <w:rsid w:val="008E1FEB"/>
    <w:rsid w:val="008E3C45"/>
    <w:rsid w:val="00903F98"/>
    <w:rsid w:val="0091033A"/>
    <w:rsid w:val="00915567"/>
    <w:rsid w:val="0092096B"/>
    <w:rsid w:val="009258ED"/>
    <w:rsid w:val="00930954"/>
    <w:rsid w:val="00931D29"/>
    <w:rsid w:val="00932D83"/>
    <w:rsid w:val="00937D7F"/>
    <w:rsid w:val="009441AB"/>
    <w:rsid w:val="0094501C"/>
    <w:rsid w:val="009478C3"/>
    <w:rsid w:val="00950B59"/>
    <w:rsid w:val="0095350F"/>
    <w:rsid w:val="00956C5C"/>
    <w:rsid w:val="00956EE4"/>
    <w:rsid w:val="009678C1"/>
    <w:rsid w:val="00970BCF"/>
    <w:rsid w:val="00974F03"/>
    <w:rsid w:val="00976F08"/>
    <w:rsid w:val="00980CA5"/>
    <w:rsid w:val="009836BF"/>
    <w:rsid w:val="0099244B"/>
    <w:rsid w:val="009A26A3"/>
    <w:rsid w:val="009B028B"/>
    <w:rsid w:val="009B6DB0"/>
    <w:rsid w:val="009C71C0"/>
    <w:rsid w:val="009C7C55"/>
    <w:rsid w:val="009E689B"/>
    <w:rsid w:val="009E734D"/>
    <w:rsid w:val="00A03141"/>
    <w:rsid w:val="00A10DCF"/>
    <w:rsid w:val="00A12336"/>
    <w:rsid w:val="00A15221"/>
    <w:rsid w:val="00A16539"/>
    <w:rsid w:val="00A2687C"/>
    <w:rsid w:val="00A27F91"/>
    <w:rsid w:val="00A302A1"/>
    <w:rsid w:val="00A36892"/>
    <w:rsid w:val="00A36BE9"/>
    <w:rsid w:val="00A44D82"/>
    <w:rsid w:val="00A53D73"/>
    <w:rsid w:val="00A603BC"/>
    <w:rsid w:val="00A67595"/>
    <w:rsid w:val="00A704B4"/>
    <w:rsid w:val="00A7443C"/>
    <w:rsid w:val="00A801E3"/>
    <w:rsid w:val="00A85D52"/>
    <w:rsid w:val="00A87619"/>
    <w:rsid w:val="00A91BDB"/>
    <w:rsid w:val="00A92751"/>
    <w:rsid w:val="00A95887"/>
    <w:rsid w:val="00AA5ABB"/>
    <w:rsid w:val="00AB0937"/>
    <w:rsid w:val="00AB1C0A"/>
    <w:rsid w:val="00AB4ADC"/>
    <w:rsid w:val="00AB67F7"/>
    <w:rsid w:val="00AC58A2"/>
    <w:rsid w:val="00AC58E0"/>
    <w:rsid w:val="00AD1EC1"/>
    <w:rsid w:val="00AD2AFF"/>
    <w:rsid w:val="00AD40A6"/>
    <w:rsid w:val="00AE515D"/>
    <w:rsid w:val="00AE6365"/>
    <w:rsid w:val="00B07D83"/>
    <w:rsid w:val="00B12C2B"/>
    <w:rsid w:val="00B15DE0"/>
    <w:rsid w:val="00B30960"/>
    <w:rsid w:val="00B309B1"/>
    <w:rsid w:val="00B37F26"/>
    <w:rsid w:val="00B44D4A"/>
    <w:rsid w:val="00B5611F"/>
    <w:rsid w:val="00B6259B"/>
    <w:rsid w:val="00B635D6"/>
    <w:rsid w:val="00B63A06"/>
    <w:rsid w:val="00B6610F"/>
    <w:rsid w:val="00B67742"/>
    <w:rsid w:val="00B67AE4"/>
    <w:rsid w:val="00B67CEC"/>
    <w:rsid w:val="00B71343"/>
    <w:rsid w:val="00B74D58"/>
    <w:rsid w:val="00B87D08"/>
    <w:rsid w:val="00BA00E9"/>
    <w:rsid w:val="00BA192D"/>
    <w:rsid w:val="00BA4981"/>
    <w:rsid w:val="00BA65EE"/>
    <w:rsid w:val="00BB49E1"/>
    <w:rsid w:val="00BB71ED"/>
    <w:rsid w:val="00BB7F92"/>
    <w:rsid w:val="00BC1AD8"/>
    <w:rsid w:val="00BD31B0"/>
    <w:rsid w:val="00BE16E1"/>
    <w:rsid w:val="00BE26F9"/>
    <w:rsid w:val="00BE2F5D"/>
    <w:rsid w:val="00BF43C3"/>
    <w:rsid w:val="00BF5B01"/>
    <w:rsid w:val="00BF618F"/>
    <w:rsid w:val="00BF6E83"/>
    <w:rsid w:val="00C02537"/>
    <w:rsid w:val="00C0479A"/>
    <w:rsid w:val="00C109C8"/>
    <w:rsid w:val="00C15F83"/>
    <w:rsid w:val="00C2195D"/>
    <w:rsid w:val="00C3234C"/>
    <w:rsid w:val="00C34934"/>
    <w:rsid w:val="00C41880"/>
    <w:rsid w:val="00C43344"/>
    <w:rsid w:val="00C43EAB"/>
    <w:rsid w:val="00C57E6A"/>
    <w:rsid w:val="00C57EEF"/>
    <w:rsid w:val="00C61ED5"/>
    <w:rsid w:val="00C63CB3"/>
    <w:rsid w:val="00C6590A"/>
    <w:rsid w:val="00C75226"/>
    <w:rsid w:val="00C8272E"/>
    <w:rsid w:val="00C8380C"/>
    <w:rsid w:val="00C87BA8"/>
    <w:rsid w:val="00C96399"/>
    <w:rsid w:val="00C97ACD"/>
    <w:rsid w:val="00CA0035"/>
    <w:rsid w:val="00CA2E69"/>
    <w:rsid w:val="00CA3D6B"/>
    <w:rsid w:val="00CA494D"/>
    <w:rsid w:val="00CC5FE1"/>
    <w:rsid w:val="00CD0924"/>
    <w:rsid w:val="00CE4B2F"/>
    <w:rsid w:val="00CF2EE7"/>
    <w:rsid w:val="00CF43B0"/>
    <w:rsid w:val="00D04768"/>
    <w:rsid w:val="00D14E69"/>
    <w:rsid w:val="00D1540C"/>
    <w:rsid w:val="00D1785B"/>
    <w:rsid w:val="00D2699F"/>
    <w:rsid w:val="00D37B10"/>
    <w:rsid w:val="00D42591"/>
    <w:rsid w:val="00D47D74"/>
    <w:rsid w:val="00D61110"/>
    <w:rsid w:val="00D6358C"/>
    <w:rsid w:val="00D67920"/>
    <w:rsid w:val="00D761BB"/>
    <w:rsid w:val="00D80E14"/>
    <w:rsid w:val="00D94C25"/>
    <w:rsid w:val="00DA61BE"/>
    <w:rsid w:val="00DD2C64"/>
    <w:rsid w:val="00DE01AD"/>
    <w:rsid w:val="00DE0999"/>
    <w:rsid w:val="00DF0F11"/>
    <w:rsid w:val="00DF21DE"/>
    <w:rsid w:val="00E02ABA"/>
    <w:rsid w:val="00E04451"/>
    <w:rsid w:val="00E046DE"/>
    <w:rsid w:val="00E12B6B"/>
    <w:rsid w:val="00E16100"/>
    <w:rsid w:val="00E23793"/>
    <w:rsid w:val="00E26EE4"/>
    <w:rsid w:val="00E33465"/>
    <w:rsid w:val="00E35FD8"/>
    <w:rsid w:val="00E37906"/>
    <w:rsid w:val="00E40E81"/>
    <w:rsid w:val="00E44F58"/>
    <w:rsid w:val="00E639DE"/>
    <w:rsid w:val="00E67B74"/>
    <w:rsid w:val="00E82126"/>
    <w:rsid w:val="00E846CE"/>
    <w:rsid w:val="00E868AE"/>
    <w:rsid w:val="00E96489"/>
    <w:rsid w:val="00E9751A"/>
    <w:rsid w:val="00EA012A"/>
    <w:rsid w:val="00EA3F51"/>
    <w:rsid w:val="00EA5022"/>
    <w:rsid w:val="00EB0978"/>
    <w:rsid w:val="00EB4C95"/>
    <w:rsid w:val="00EB536F"/>
    <w:rsid w:val="00EB6F67"/>
    <w:rsid w:val="00EB7FC5"/>
    <w:rsid w:val="00EC77BA"/>
    <w:rsid w:val="00ED0C38"/>
    <w:rsid w:val="00EE3B0D"/>
    <w:rsid w:val="00EE4F88"/>
    <w:rsid w:val="00F024E1"/>
    <w:rsid w:val="00F039A9"/>
    <w:rsid w:val="00F253F8"/>
    <w:rsid w:val="00F27ADF"/>
    <w:rsid w:val="00F402A4"/>
    <w:rsid w:val="00F45756"/>
    <w:rsid w:val="00F473CE"/>
    <w:rsid w:val="00F51CA8"/>
    <w:rsid w:val="00F52A11"/>
    <w:rsid w:val="00F62D27"/>
    <w:rsid w:val="00F66461"/>
    <w:rsid w:val="00F67AA1"/>
    <w:rsid w:val="00F75BF1"/>
    <w:rsid w:val="00F76B55"/>
    <w:rsid w:val="00F77114"/>
    <w:rsid w:val="00F8022D"/>
    <w:rsid w:val="00F8787B"/>
    <w:rsid w:val="00F92900"/>
    <w:rsid w:val="00F9346A"/>
    <w:rsid w:val="00FA4015"/>
    <w:rsid w:val="00FB0EAF"/>
    <w:rsid w:val="00FB390D"/>
    <w:rsid w:val="00FB63F6"/>
    <w:rsid w:val="00FC4581"/>
    <w:rsid w:val="00FC479F"/>
    <w:rsid w:val="00FC71A0"/>
    <w:rsid w:val="00FD0E11"/>
    <w:rsid w:val="00FD2643"/>
    <w:rsid w:val="00FF7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570493"/>
  <w15:chartTrackingRefBased/>
  <w15:docId w15:val="{786AE7D4-FCF9-47DB-B7EF-796C35548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iPriority="35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65507"/>
    <w:rPr>
      <w:sz w:val="24"/>
      <w:szCs w:val="24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лавие1"/>
    <w:basedOn w:val="a"/>
    <w:autoRedefine/>
    <w:rsid w:val="00685EA1"/>
    <w:pPr>
      <w:spacing w:before="360" w:after="120"/>
      <w:ind w:firstLine="709"/>
    </w:pPr>
    <w:rPr>
      <w:b/>
      <w:caps/>
      <w:szCs w:val="28"/>
    </w:rPr>
  </w:style>
  <w:style w:type="paragraph" w:customStyle="1" w:styleId="a3">
    <w:name w:val="ВходИзход"/>
    <w:basedOn w:val="a"/>
    <w:autoRedefine/>
    <w:rsid w:val="00C57EEF"/>
    <w:pPr>
      <w:spacing w:before="240" w:after="120"/>
      <w:ind w:right="72" w:firstLine="706"/>
      <w:contextualSpacing/>
    </w:pPr>
    <w:rPr>
      <w:b/>
    </w:rPr>
  </w:style>
  <w:style w:type="paragraph" w:customStyle="1" w:styleId="a4">
    <w:name w:val="Текст"/>
    <w:basedOn w:val="a"/>
    <w:autoRedefine/>
    <w:rsid w:val="001967BE"/>
    <w:pPr>
      <w:spacing w:before="120" w:line="269" w:lineRule="auto"/>
      <w:ind w:firstLine="709"/>
      <w:jc w:val="both"/>
    </w:pPr>
  </w:style>
  <w:style w:type="paragraph" w:customStyle="1" w:styleId="a5">
    <w:name w:val="Данни"/>
    <w:basedOn w:val="a"/>
    <w:autoRedefine/>
    <w:rsid w:val="00C57EEF"/>
    <w:pPr>
      <w:ind w:firstLine="709"/>
    </w:pPr>
    <w:rPr>
      <w:rFonts w:ascii="Courier New" w:hAnsi="Courier New" w:cs="Courier New"/>
    </w:rPr>
  </w:style>
  <w:style w:type="table" w:styleId="a6">
    <w:name w:val="Table Grid"/>
    <w:basedOn w:val="a1"/>
    <w:uiPriority w:val="39"/>
    <w:rsid w:val="0056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395300"/>
    <w:pPr>
      <w:tabs>
        <w:tab w:val="center" w:pos="4536"/>
        <w:tab w:val="right" w:pos="9072"/>
      </w:tabs>
    </w:pPr>
    <w:rPr>
      <w:rFonts w:eastAsia="MS Mincho"/>
      <w:lang w:eastAsia="ja-JP"/>
    </w:rPr>
  </w:style>
  <w:style w:type="character" w:customStyle="1" w:styleId="a8">
    <w:name w:val="Горен колонтитул Знак"/>
    <w:link w:val="a7"/>
    <w:rsid w:val="00395300"/>
    <w:rPr>
      <w:rFonts w:eastAsia="MS Mincho"/>
      <w:sz w:val="24"/>
      <w:szCs w:val="24"/>
      <w:lang w:val="bg-BG" w:eastAsia="ja-JP"/>
    </w:rPr>
  </w:style>
  <w:style w:type="paragraph" w:customStyle="1" w:styleId="a9">
    <w:name w:val="Разделител"/>
    <w:basedOn w:val="a3"/>
    <w:next w:val="a3"/>
    <w:autoRedefine/>
    <w:qFormat/>
    <w:rsid w:val="00A302A1"/>
    <w:pPr>
      <w:pBdr>
        <w:bottom w:val="single" w:sz="24" w:space="1" w:color="00B0F0"/>
      </w:pBdr>
      <w:ind w:right="4320"/>
    </w:pPr>
    <w:rPr>
      <w:sz w:val="10"/>
    </w:rPr>
  </w:style>
  <w:style w:type="paragraph" w:customStyle="1" w:styleId="aa">
    <w:name w:val="Автор"/>
    <w:basedOn w:val="a"/>
    <w:autoRedefine/>
    <w:qFormat/>
    <w:rsid w:val="005B6961"/>
    <w:pPr>
      <w:spacing w:before="120" w:after="120"/>
      <w:ind w:firstLine="709"/>
      <w:jc w:val="right"/>
    </w:pPr>
    <w:rPr>
      <w:b/>
      <w:i/>
      <w:vanish/>
      <w:sz w:val="18"/>
    </w:rPr>
  </w:style>
  <w:style w:type="paragraph" w:customStyle="1" w:styleId="Style1Right186TopSinglesolidlineLightBlu">
    <w:name w:val="Style Заглавие1 + Right:  186&quot; Top: (Single solid line Light Blu..."/>
    <w:basedOn w:val="1"/>
    <w:rsid w:val="005B6961"/>
    <w:pPr>
      <w:pBdr>
        <w:top w:val="single" w:sz="48" w:space="6" w:color="00B0F0"/>
      </w:pBdr>
      <w:ind w:right="2678" w:firstLine="0"/>
    </w:pPr>
    <w:rPr>
      <w:bCs/>
      <w:szCs w:val="20"/>
    </w:rPr>
  </w:style>
  <w:style w:type="character" w:styleId="ab">
    <w:name w:val="Emphasis"/>
    <w:basedOn w:val="a0"/>
    <w:qFormat/>
    <w:rsid w:val="008E1FEB"/>
    <w:rPr>
      <w:i/>
      <w:iCs/>
    </w:rPr>
  </w:style>
  <w:style w:type="character" w:styleId="ac">
    <w:name w:val="Placeholder Text"/>
    <w:basedOn w:val="a0"/>
    <w:uiPriority w:val="99"/>
    <w:semiHidden/>
    <w:rsid w:val="0076167F"/>
    <w:rPr>
      <w:color w:val="808080"/>
    </w:rPr>
  </w:style>
  <w:style w:type="paragraph" w:styleId="ad">
    <w:name w:val="List Paragraph"/>
    <w:basedOn w:val="a"/>
    <w:uiPriority w:val="34"/>
    <w:qFormat/>
    <w:rsid w:val="00C63CB3"/>
    <w:pPr>
      <w:spacing w:after="160" w:line="256" w:lineRule="auto"/>
      <w:ind w:left="720"/>
      <w:contextualSpacing/>
    </w:pPr>
    <w:rPr>
      <w:rFonts w:ascii="Calibri" w:eastAsia="Calibri" w:hAnsi="Calibri" w:cs="Calibri"/>
      <w:color w:val="000000"/>
      <w:sz w:val="22"/>
      <w:szCs w:val="22"/>
    </w:rPr>
  </w:style>
  <w:style w:type="paragraph" w:styleId="ae">
    <w:name w:val="caption"/>
    <w:basedOn w:val="a"/>
    <w:next w:val="a"/>
    <w:uiPriority w:val="35"/>
    <w:semiHidden/>
    <w:unhideWhenUsed/>
    <w:qFormat/>
    <w:rsid w:val="00F62D27"/>
    <w:pPr>
      <w:spacing w:after="200"/>
    </w:pPr>
    <w:rPr>
      <w:rFonts w:ascii="Calibri" w:eastAsia="Calibri" w:hAnsi="Calibri" w:cs="Calibri"/>
      <w:i/>
      <w:iCs/>
      <w:color w:val="44546A" w:themeColor="text2"/>
      <w:sz w:val="18"/>
      <w:szCs w:val="18"/>
    </w:rPr>
  </w:style>
  <w:style w:type="paragraph" w:styleId="af">
    <w:name w:val="Balloon Text"/>
    <w:basedOn w:val="a"/>
    <w:link w:val="af0"/>
    <w:uiPriority w:val="99"/>
    <w:unhideWhenUsed/>
    <w:rsid w:val="00DE0999"/>
    <w:rPr>
      <w:rFonts w:ascii="Segoe UI" w:eastAsia="Calibri" w:hAnsi="Segoe UI" w:cs="Segoe UI"/>
      <w:color w:val="000000"/>
      <w:sz w:val="18"/>
      <w:szCs w:val="18"/>
    </w:rPr>
  </w:style>
  <w:style w:type="character" w:customStyle="1" w:styleId="af0">
    <w:name w:val="Изнесен текст Знак"/>
    <w:basedOn w:val="a0"/>
    <w:link w:val="af"/>
    <w:uiPriority w:val="99"/>
    <w:rsid w:val="00DE0999"/>
    <w:rPr>
      <w:rFonts w:ascii="Segoe UI" w:eastAsia="Calibri" w:hAnsi="Segoe UI" w:cs="Segoe UI"/>
      <w:color w:val="000000"/>
      <w:sz w:val="18"/>
      <w:szCs w:val="18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85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I\C\Sofiiski_Turnir\Sofia2018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F00145-2810-41C0-8D46-13D489AD3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Sofia2018-template.dotx</Template>
  <TotalTime>332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1-ви градски турнир на София по информатика</vt:lpstr>
      <vt:lpstr>1-ви градски турнир на София по информатика</vt:lpstr>
    </vt:vector>
  </TitlesOfParts>
  <Company>OK419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1-ви градски турнир на София по информатика</dc:title>
  <dc:subject/>
  <dc:creator>НПМГ</dc:creator>
  <cp:keywords/>
  <dc:description/>
  <cp:lastModifiedBy>Iliyan Yordanov</cp:lastModifiedBy>
  <cp:revision>352</cp:revision>
  <cp:lastPrinted>2018-03-25T01:33:00Z</cp:lastPrinted>
  <dcterms:created xsi:type="dcterms:W3CDTF">2018-03-24T14:19:00Z</dcterms:created>
  <dcterms:modified xsi:type="dcterms:W3CDTF">2019-11-02T15:03:00Z</dcterms:modified>
</cp:coreProperties>
</file>