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300" w:rsidRPr="00FA4015" w:rsidRDefault="00E9751A" w:rsidP="00395300">
      <w:pPr>
        <w:pStyle w:val="a7"/>
        <w:jc w:val="center"/>
        <w:rPr>
          <w:rFonts w:ascii="Arial" w:hAnsi="Arial" w:cs="Arial"/>
          <w:b/>
          <w:i/>
          <w:caps/>
          <w:color w:val="FFFFFF"/>
          <w:sz w:val="22"/>
          <w:szCs w:val="22"/>
        </w:rPr>
      </w:pPr>
      <w:r w:rsidRPr="00FA4015">
        <w:rPr>
          <w:rFonts w:ascii="Arial" w:hAnsi="Arial" w:cs="Arial"/>
          <w:i/>
          <w:noProof/>
          <w:color w:val="FFFFFF"/>
          <w:sz w:val="22"/>
          <w:szCs w:val="22"/>
          <w:lang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-1104900</wp:posOffset>
                </wp:positionH>
                <wp:positionV relativeFrom="paragraph">
                  <wp:posOffset>-574675</wp:posOffset>
                </wp:positionV>
                <wp:extent cx="7534275" cy="1252855"/>
                <wp:effectExtent l="0" t="0" r="9525" b="444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4275" cy="12528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50000">
                              <a:srgbClr val="00B0F0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216E7" id="Rectangle 3" o:spid="_x0000_s1026" style="position:absolute;margin-left:-87pt;margin-top:-45.25pt;width:593.25pt;height:98.6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" stroked="f">
                <v:fill color2="#00b0f0" angle="90" focus="50%" type="gradient"/>
              </v:rect>
            </w:pict>
          </mc:Fallback>
        </mc:AlternateContent>
      </w:r>
      <w:r w:rsidRPr="00FA4015">
        <w:rPr>
          <w:rFonts w:ascii="Arial" w:hAnsi="Arial" w:cs="Arial"/>
          <w:i/>
          <w:noProof/>
          <w:color w:val="FFFFFF"/>
          <w:sz w:val="22"/>
          <w:szCs w:val="22"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5348605</wp:posOffset>
            </wp:positionH>
            <wp:positionV relativeFrom="margin">
              <wp:posOffset>-3810</wp:posOffset>
            </wp:positionV>
            <wp:extent cx="947420" cy="463550"/>
            <wp:effectExtent l="0" t="0" r="5080" b="0"/>
            <wp:wrapNone/>
            <wp:docPr id="4" name="Picture 4" descr="b_809beb801cc36ff64c4f2466354e9e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_809beb801cc36ff64c4f2466354e9e2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-534670</wp:posOffset>
            </wp:positionH>
            <wp:positionV relativeFrom="paragraph">
              <wp:posOffset>-368935</wp:posOffset>
            </wp:positionV>
            <wp:extent cx="1146175" cy="104076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7BE" w:rsidRPr="001967BE">
        <w:rPr>
          <w:rFonts w:ascii="Arial" w:hAnsi="Arial" w:cs="Arial"/>
          <w:b/>
          <w:i/>
          <w:caps/>
          <w:color w:val="FFFFFF"/>
          <w:sz w:val="22"/>
          <w:szCs w:val="22"/>
        </w:rPr>
        <w:t xml:space="preserve"> </w:t>
      </w:r>
      <w:r w:rsidR="001967BE">
        <w:rPr>
          <w:rFonts w:ascii="Arial" w:hAnsi="Arial" w:cs="Arial"/>
          <w:b/>
          <w:i/>
          <w:caps/>
          <w:color w:val="FFFFFF"/>
          <w:sz w:val="22"/>
          <w:szCs w:val="22"/>
        </w:rPr>
        <w:t>ОТКРИТО ПЪРВЕНСТВО НА СОФИЯ ПО ИНФОРМАТИКА</w:t>
      </w:r>
    </w:p>
    <w:p w:rsidR="00395300" w:rsidRPr="00FA4015" w:rsidRDefault="00EE3B0D" w:rsidP="00395300">
      <w:pPr>
        <w:pStyle w:val="a7"/>
        <w:jc w:val="center"/>
        <w:rPr>
          <w:rFonts w:ascii="Arial" w:hAnsi="Arial" w:cs="Arial"/>
          <w:b/>
          <w:i/>
          <w:color w:val="FFFFFF"/>
          <w:sz w:val="22"/>
          <w:szCs w:val="22"/>
        </w:rPr>
      </w:pPr>
      <w:r>
        <w:rPr>
          <w:rFonts w:ascii="Arial" w:hAnsi="Arial" w:cs="Arial"/>
          <w:b/>
          <w:i/>
          <w:color w:val="FFFFFF"/>
          <w:sz w:val="22"/>
          <w:szCs w:val="22"/>
          <w:lang w:val="en-US"/>
        </w:rPr>
        <w:t xml:space="preserve">4 </w:t>
      </w:r>
      <w:r w:rsidR="00197C0C">
        <w:rPr>
          <w:rFonts w:ascii="Arial" w:hAnsi="Arial" w:cs="Arial"/>
          <w:b/>
          <w:i/>
          <w:color w:val="FFFFFF"/>
          <w:sz w:val="22"/>
          <w:szCs w:val="22"/>
        </w:rPr>
        <w:t>ноември</w:t>
      </w:r>
      <w:r w:rsidR="00395300" w:rsidRPr="00FA4015">
        <w:rPr>
          <w:rFonts w:ascii="Arial" w:hAnsi="Arial" w:cs="Arial"/>
          <w:b/>
          <w:i/>
          <w:color w:val="FFFFFF"/>
          <w:sz w:val="22"/>
          <w:szCs w:val="22"/>
        </w:rPr>
        <w:t xml:space="preserve"> 201</w:t>
      </w:r>
      <w:r>
        <w:rPr>
          <w:rFonts w:ascii="Arial" w:hAnsi="Arial" w:cs="Arial"/>
          <w:b/>
          <w:i/>
          <w:color w:val="FFFFFF"/>
          <w:sz w:val="22"/>
          <w:szCs w:val="22"/>
        </w:rPr>
        <w:t>9</w:t>
      </w:r>
      <w:r w:rsidR="00395300" w:rsidRPr="00FA4015">
        <w:rPr>
          <w:rFonts w:ascii="Arial" w:hAnsi="Arial" w:cs="Arial"/>
          <w:b/>
          <w:i/>
          <w:color w:val="FFFFFF"/>
          <w:sz w:val="22"/>
          <w:szCs w:val="22"/>
        </w:rPr>
        <w:t xml:space="preserve"> г.</w:t>
      </w:r>
    </w:p>
    <w:p w:rsidR="0060159A" w:rsidRDefault="0060159A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  <w:proofErr w:type="spellStart"/>
      <w:r w:rsidRPr="00FA4015">
        <w:rPr>
          <w:rFonts w:ascii="Arial" w:hAnsi="Arial" w:cs="Arial"/>
          <w:b/>
          <w:bCs/>
          <w:i/>
          <w:color w:val="FFFFFF"/>
          <w:sz w:val="22"/>
          <w:szCs w:val="22"/>
          <w:lang w:val="ru-RU"/>
        </w:rPr>
        <w:t>Група</w:t>
      </w:r>
      <w:proofErr w:type="spellEnd"/>
      <w:r w:rsidRPr="00FA4015">
        <w:rPr>
          <w:rFonts w:ascii="Arial" w:hAnsi="Arial" w:cs="Arial"/>
          <w:b/>
          <w:bCs/>
          <w:i/>
          <w:color w:val="FFFFFF"/>
          <w:sz w:val="22"/>
          <w:szCs w:val="22"/>
          <w:lang w:val="ru-RU"/>
        </w:rPr>
        <w:t xml:space="preserve"> </w:t>
      </w:r>
      <w:r w:rsidR="00197C0C">
        <w:rPr>
          <w:rFonts w:ascii="Arial" w:hAnsi="Arial" w:cs="Arial"/>
          <w:b/>
          <w:bCs/>
          <w:i/>
          <w:color w:val="FFFFFF"/>
          <w:sz w:val="22"/>
          <w:szCs w:val="22"/>
        </w:rPr>
        <w:t>В</w:t>
      </w:r>
      <w:r w:rsidRPr="00FA4015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, </w:t>
      </w:r>
      <w:r w:rsidR="00197C0C">
        <w:rPr>
          <w:rFonts w:ascii="Arial" w:hAnsi="Arial" w:cs="Arial"/>
          <w:b/>
          <w:bCs/>
          <w:i/>
          <w:color w:val="FFFFFF"/>
          <w:sz w:val="22"/>
          <w:szCs w:val="22"/>
        </w:rPr>
        <w:t>9</w:t>
      </w:r>
      <w:r w:rsidR="00BE26F9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-</w:t>
      </w:r>
      <w:r w:rsidR="00E16100">
        <w:rPr>
          <w:rFonts w:ascii="Arial" w:hAnsi="Arial" w:cs="Arial"/>
          <w:b/>
          <w:bCs/>
          <w:i/>
          <w:color w:val="FFFFFF"/>
          <w:sz w:val="22"/>
          <w:szCs w:val="22"/>
          <w:lang w:val="en-US"/>
        </w:rPr>
        <w:t>1</w:t>
      </w:r>
      <w:r w:rsidR="00197C0C">
        <w:rPr>
          <w:rFonts w:ascii="Arial" w:hAnsi="Arial" w:cs="Arial"/>
          <w:b/>
          <w:bCs/>
          <w:i/>
          <w:color w:val="FFFFFF"/>
          <w:sz w:val="22"/>
          <w:szCs w:val="22"/>
        </w:rPr>
        <w:t>0</w:t>
      </w:r>
      <w:r w:rsidRPr="00FA4015">
        <w:rPr>
          <w:rFonts w:ascii="Arial" w:hAnsi="Arial" w:cs="Arial"/>
          <w:b/>
          <w:bCs/>
          <w:i/>
          <w:color w:val="FFFFFF"/>
          <w:sz w:val="22"/>
          <w:szCs w:val="22"/>
        </w:rPr>
        <w:t xml:space="preserve"> клас</w:t>
      </w:r>
    </w:p>
    <w:p w:rsidR="007C62D3" w:rsidRPr="00FA4015" w:rsidRDefault="007C62D3" w:rsidP="0060159A">
      <w:pPr>
        <w:jc w:val="center"/>
        <w:rPr>
          <w:rFonts w:ascii="Arial" w:hAnsi="Arial" w:cs="Arial"/>
          <w:b/>
          <w:bCs/>
          <w:i/>
          <w:color w:val="FFFFFF"/>
          <w:sz w:val="22"/>
          <w:szCs w:val="22"/>
        </w:rPr>
      </w:pPr>
    </w:p>
    <w:p w:rsidR="00565507" w:rsidRPr="00F402A4" w:rsidRDefault="00565507" w:rsidP="005B6961">
      <w:pPr>
        <w:pStyle w:val="Style1Right186TopSinglesolidlineLightBlu"/>
        <w:rPr>
          <w:lang w:val="en-US"/>
        </w:rPr>
      </w:pPr>
      <w:r>
        <w:t>З</w:t>
      </w:r>
      <w:r w:rsidRPr="005E6C20">
        <w:t>адача</w:t>
      </w:r>
      <w:r>
        <w:t xml:space="preserve"> </w:t>
      </w:r>
      <w:r w:rsidR="00197C0C">
        <w:rPr>
          <w:lang w:val="en-US"/>
        </w:rPr>
        <w:t>B3</w:t>
      </w:r>
      <w:r w:rsidRPr="00BD323F">
        <w:rPr>
          <w:lang w:val="ru-RU"/>
        </w:rPr>
        <w:t xml:space="preserve">. </w:t>
      </w:r>
      <w:r w:rsidR="00197C0C">
        <w:rPr>
          <w:lang w:val="en-US"/>
        </w:rPr>
        <w:t>Lunapark</w:t>
      </w:r>
    </w:p>
    <w:p w:rsidR="00197C0C" w:rsidRPr="0076100F" w:rsidRDefault="00197C0C" w:rsidP="00197C0C">
      <w:pPr>
        <w:keepNext/>
        <w:spacing w:after="138" w:line="268" w:lineRule="auto"/>
        <w:ind w:firstLine="710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41617818" wp14:editId="534918DE">
            <wp:simplePos x="0" y="0"/>
            <wp:positionH relativeFrom="margin">
              <wp:align>right</wp:align>
            </wp:positionH>
            <wp:positionV relativeFrom="margin">
              <wp:posOffset>1295400</wp:posOffset>
            </wp:positionV>
            <wp:extent cx="1993265" cy="1328420"/>
            <wp:effectExtent l="0" t="0" r="6985" b="508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llercoas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541C">
        <w:rPr>
          <w:b/>
        </w:rPr>
        <w:t xml:space="preserve"> Д</w:t>
      </w:r>
      <w:r w:rsidRPr="0061541C">
        <w:t>ени</w:t>
      </w:r>
      <w:r>
        <w:t xml:space="preserve"> е с приятели в лунапарк „</w:t>
      </w:r>
      <w:r>
        <w:rPr>
          <w:lang w:val="en-US"/>
        </w:rPr>
        <w:t>D-land</w:t>
      </w:r>
      <w:r>
        <w:t>“, за да се забавлява. Първата атракция, която групата иска да посети, е влакчето на ужасите. То се състои от станции и линии между тях. От всяка станция може да се слезе от влакчето или</w:t>
      </w:r>
      <w:r>
        <w:rPr>
          <w:lang w:val="en-US"/>
        </w:rPr>
        <w:t xml:space="preserve"> </w:t>
      </w:r>
      <w:r>
        <w:t>да се продължи по някоя от линиите, които излизат от нея</w:t>
      </w:r>
      <w:r>
        <w:rPr>
          <w:lang w:val="en-US"/>
        </w:rPr>
        <w:t xml:space="preserve"> (</w:t>
      </w:r>
      <w:r>
        <w:t xml:space="preserve">там има кратко спиране и почивка). Всички станции са свързани помежду си. Така се получава, че от дадена станция до друга има повече от един маршрут. Понеже на </w:t>
      </w:r>
      <w:r w:rsidRPr="00EB4239">
        <w:rPr>
          <w:b/>
        </w:rPr>
        <w:t>Д</w:t>
      </w:r>
      <w:r w:rsidRPr="00EB4239">
        <w:t>ени</w:t>
      </w:r>
      <w:r>
        <w:t xml:space="preserve"> ѝ прилошава много бързо от тази атракция, но не иска да се отделя от групата, би искала за всеки набелязан от приятелите ѝ прост маршрут (прост е маршрут, който не повтаря една ѝ съща станция) да избере този, чиято най-дълга линия е минималната възможна. Тук се намесвате Вие – за всяка двойка станции трябва да казвате колко е най-дългата линия за всеки прост маршрут, за да може момичето да направи правилен избор. Но това не е всичко от задачата </w:t>
      </w:r>
      <w:r w:rsidRPr="00D72678">
        <w:rPr>
          <w:lang w:val="en-US"/>
        </w:rPr>
        <w:sym w:font="Wingdings" w:char="F04A"/>
      </w:r>
      <w:r>
        <w:t>. Персоналът на лунапарка е малко смахнат и обича да си прави шеги с посетителите. Затова от време на време служителите на влакчето на ужасите разменят номерата на две станции</w:t>
      </w:r>
      <w:r>
        <w:rPr>
          <w:lang w:val="en-US"/>
        </w:rPr>
        <w:t>.</w:t>
      </w:r>
    </w:p>
    <w:p w:rsidR="00BA192D" w:rsidRPr="00197C0C" w:rsidRDefault="00197C0C" w:rsidP="00197C0C">
      <w:pPr>
        <w:keepNext/>
        <w:spacing w:after="138" w:line="268" w:lineRule="auto"/>
        <w:ind w:firstLine="710"/>
        <w:jc w:val="both"/>
        <w:rPr>
          <w:lang w:val="en-US"/>
        </w:rPr>
      </w:pPr>
      <w:r>
        <w:t xml:space="preserve">Нека станциите са </w:t>
      </w:r>
      <w:r w:rsidRPr="00EB4239">
        <w:rPr>
          <w:b/>
          <w:bCs/>
          <w:i/>
          <w:iCs/>
          <w:lang w:val="en-US"/>
        </w:rPr>
        <w:t>N</w:t>
      </w:r>
      <w:r>
        <w:rPr>
          <w:lang w:val="en-US"/>
        </w:rPr>
        <w:t xml:space="preserve"> </w:t>
      </w:r>
      <w:r>
        <w:t xml:space="preserve">на брой. Влакчето на ужасите е такова, че всичките връзки между станциите са също </w:t>
      </w:r>
      <w:r w:rsidRPr="00EB4239">
        <w:rPr>
          <w:b/>
          <w:bCs/>
          <w:i/>
          <w:iCs/>
          <w:lang w:val="en-US"/>
        </w:rPr>
        <w:t>N</w:t>
      </w:r>
      <w:r>
        <w:t xml:space="preserve"> и за всяка е указано времето, за което се изминава. Освен това връзките са двупосочни</w:t>
      </w:r>
      <w:r>
        <w:rPr>
          <w:lang w:val="en-US"/>
        </w:rPr>
        <w:t xml:space="preserve"> </w:t>
      </w:r>
      <w:r>
        <w:t xml:space="preserve">и няма такава, която свързва една и съща станция или няколко между едни и същи станции. Вашата програма трябва да обработва </w:t>
      </w:r>
      <w:r w:rsidRPr="00A40385">
        <w:rPr>
          <w:b/>
          <w:bCs/>
          <w:i/>
          <w:iCs/>
          <w:lang w:val="en-US"/>
        </w:rPr>
        <w:t>Q</w:t>
      </w:r>
      <w:r>
        <w:rPr>
          <w:lang w:val="en-US"/>
        </w:rPr>
        <w:t xml:space="preserve"> </w:t>
      </w:r>
      <w:r>
        <w:t xml:space="preserve">на брой заявки от два типа. Първият тип са въпроси на </w:t>
      </w:r>
      <w:r w:rsidRPr="00EB4239">
        <w:rPr>
          <w:b/>
        </w:rPr>
        <w:t>Д</w:t>
      </w:r>
      <w:r w:rsidRPr="00EB4239">
        <w:t>ени</w:t>
      </w:r>
      <w:r>
        <w:t xml:space="preserve"> какви са максималните</w:t>
      </w:r>
      <w:r>
        <w:rPr>
          <w:lang w:val="en-US"/>
        </w:rPr>
        <w:t xml:space="preserve"> </w:t>
      </w:r>
      <w:r>
        <w:t xml:space="preserve">линии за всеки прост маршрут между две станции, избрани от приятелите ѝ. Поради странна случайност са избрани двойки станции, за които има само по </w:t>
      </w:r>
      <w:r>
        <w:rPr>
          <w:lang w:val="en-US"/>
        </w:rPr>
        <w:t>2</w:t>
      </w:r>
      <w:r>
        <w:t xml:space="preserve"> прости маршрута. На</w:t>
      </w:r>
      <w:r w:rsidR="00E44F58">
        <w:t xml:space="preserve"> отговора на</w:t>
      </w:r>
      <w:r>
        <w:t xml:space="preserve"> тази заявка ще съпоставяме числото, което получаваме като умножим по 2 по-дългия маршрут и прибавим втория. Вторият тип заявки са съобщения от персонала на лунапарка за смяна на номерата на две станции.</w:t>
      </w:r>
      <w:r>
        <w:rPr>
          <w:lang w:val="en-US"/>
        </w:rPr>
        <w:t xml:space="preserve"> </w:t>
      </w:r>
      <w:r>
        <w:t xml:space="preserve">За да не се замае главата на </w:t>
      </w:r>
      <w:r w:rsidRPr="00EB4239">
        <w:rPr>
          <w:b/>
        </w:rPr>
        <w:t>Д</w:t>
      </w:r>
      <w:r w:rsidRPr="00EB4239">
        <w:t>ени</w:t>
      </w:r>
      <w:r>
        <w:t>, отпечатайте само едно число – сумата на числата, които съпоставяме на заявките от първи тип.</w:t>
      </w:r>
      <w:r w:rsidR="00C3234C">
        <w:t xml:space="preserve"> </w:t>
      </w:r>
    </w:p>
    <w:p w:rsidR="00932D83" w:rsidRDefault="00932D83" w:rsidP="00895867">
      <w:pPr>
        <w:pStyle w:val="a9"/>
      </w:pPr>
    </w:p>
    <w:p w:rsidR="00932D83" w:rsidRDefault="00932D83" w:rsidP="00932D83">
      <w:pPr>
        <w:pStyle w:val="a3"/>
      </w:pPr>
      <w:r>
        <w:t>Вход</w:t>
      </w:r>
    </w:p>
    <w:p w:rsidR="003F2ED0" w:rsidRDefault="00A67595" w:rsidP="001967BE">
      <w:pPr>
        <w:pStyle w:val="a4"/>
      </w:pPr>
      <w:r>
        <w:t xml:space="preserve">На  първия ред на стандартния вход се въвежда естественото число </w:t>
      </w:r>
      <w:r w:rsidRPr="00EB4239">
        <w:rPr>
          <w:b/>
          <w:bCs/>
          <w:i/>
          <w:iCs/>
          <w:lang w:val="en-US"/>
        </w:rPr>
        <w:t>N</w:t>
      </w:r>
      <w:r>
        <w:t xml:space="preserve"> – броят на станциите на влакчето на ужасите. На следващите </w:t>
      </w:r>
      <w:r w:rsidRPr="00EB4239">
        <w:rPr>
          <w:b/>
          <w:bCs/>
          <w:i/>
          <w:iCs/>
          <w:lang w:val="en-US"/>
        </w:rPr>
        <w:t>N</w:t>
      </w:r>
      <w:r>
        <w:t xml:space="preserve"> реда се въвеждат по три естествени числа </w:t>
      </w:r>
      <w:r w:rsidRPr="00A67595">
        <w:rPr>
          <w:i/>
          <w:iCs/>
          <w:lang w:val="en-US"/>
        </w:rPr>
        <w:t>x</w:t>
      </w:r>
      <w:r>
        <w:rPr>
          <w:lang w:val="en-US"/>
        </w:rPr>
        <w:t xml:space="preserve">, </w:t>
      </w:r>
      <w:r w:rsidRPr="00A67595">
        <w:rPr>
          <w:i/>
          <w:iCs/>
          <w:lang w:val="en-US"/>
        </w:rPr>
        <w:t>y</w:t>
      </w:r>
      <w:r>
        <w:rPr>
          <w:lang w:val="en-US"/>
        </w:rPr>
        <w:t xml:space="preserve"> </w:t>
      </w:r>
      <w:r>
        <w:t xml:space="preserve">и </w:t>
      </w:r>
      <w:r w:rsidRPr="00A67595">
        <w:rPr>
          <w:i/>
          <w:iCs/>
          <w:lang w:val="en-US"/>
        </w:rPr>
        <w:t>t</w:t>
      </w:r>
      <w:r>
        <w:rPr>
          <w:lang w:val="en-US"/>
        </w:rPr>
        <w:t xml:space="preserve">, </w:t>
      </w:r>
      <w:r>
        <w:t xml:space="preserve">които задават, че има линия между станциите с номера </w:t>
      </w:r>
      <w:r w:rsidRPr="00A67595">
        <w:rPr>
          <w:i/>
          <w:iCs/>
          <w:lang w:val="en-US"/>
        </w:rPr>
        <w:t>x</w:t>
      </w:r>
      <w:r>
        <w:t xml:space="preserve"> и </w:t>
      </w:r>
      <w:r w:rsidRPr="00A67595">
        <w:rPr>
          <w:i/>
          <w:iCs/>
          <w:lang w:val="en-US"/>
        </w:rPr>
        <w:t>y</w:t>
      </w:r>
      <w:r>
        <w:t xml:space="preserve"> и време на преминаване </w:t>
      </w:r>
      <w:r w:rsidRPr="00A67595">
        <w:rPr>
          <w:i/>
          <w:iCs/>
          <w:lang w:val="en-US"/>
        </w:rPr>
        <w:t>t</w:t>
      </w:r>
      <w:r>
        <w:rPr>
          <w:lang w:val="en-US"/>
        </w:rPr>
        <w:t xml:space="preserve">. </w:t>
      </w:r>
      <w:r>
        <w:t xml:space="preserve">На следващия ред следва броят на заявките </w:t>
      </w:r>
      <w:r w:rsidRPr="00A40385">
        <w:rPr>
          <w:b/>
          <w:bCs/>
          <w:i/>
          <w:iCs/>
          <w:lang w:val="en-US"/>
        </w:rPr>
        <w:t>Q</w:t>
      </w:r>
      <w:r>
        <w:t xml:space="preserve"> и на последните </w:t>
      </w:r>
      <w:r w:rsidRPr="00A40385">
        <w:rPr>
          <w:b/>
          <w:bCs/>
          <w:i/>
          <w:iCs/>
          <w:lang w:val="en-US"/>
        </w:rPr>
        <w:t>Q</w:t>
      </w:r>
      <w:r>
        <w:t xml:space="preserve"> реда има по три числа: </w:t>
      </w:r>
      <w:r w:rsidRPr="00A67595">
        <w:rPr>
          <w:i/>
          <w:iCs/>
          <w:lang w:val="en-US"/>
        </w:rPr>
        <w:t>type</w:t>
      </w:r>
      <w:r>
        <w:t xml:space="preserve"> – </w:t>
      </w:r>
      <w:r w:rsidR="00256C35">
        <w:t>тип</w:t>
      </w:r>
      <w:r>
        <w:t>а на заявката</w:t>
      </w:r>
      <w:r>
        <w:rPr>
          <w:lang w:val="en-US"/>
        </w:rPr>
        <w:t xml:space="preserve">, </w:t>
      </w:r>
      <w:r w:rsidRPr="00A67595">
        <w:rPr>
          <w:i/>
          <w:iCs/>
          <w:lang w:val="en-US"/>
        </w:rPr>
        <w:t>x</w:t>
      </w:r>
      <w:r>
        <w:t xml:space="preserve"> и </w:t>
      </w:r>
      <w:r w:rsidRPr="00A67595">
        <w:rPr>
          <w:i/>
          <w:iCs/>
          <w:lang w:val="en-US"/>
        </w:rPr>
        <w:t>y</w:t>
      </w:r>
      <w:r>
        <w:t xml:space="preserve"> – номерата на станциите, за които е заявката.</w:t>
      </w:r>
    </w:p>
    <w:p w:rsidR="00932D83" w:rsidRDefault="00932D83" w:rsidP="00895867">
      <w:pPr>
        <w:pStyle w:val="a9"/>
      </w:pPr>
    </w:p>
    <w:p w:rsidR="00002C44" w:rsidRDefault="00002C44" w:rsidP="00932D83">
      <w:pPr>
        <w:pStyle w:val="a3"/>
      </w:pPr>
    </w:p>
    <w:p w:rsidR="00895867" w:rsidRDefault="00895867" w:rsidP="00932D83">
      <w:pPr>
        <w:pStyle w:val="a3"/>
      </w:pPr>
    </w:p>
    <w:p w:rsidR="00932D83" w:rsidRDefault="00932D83" w:rsidP="00932D83">
      <w:pPr>
        <w:pStyle w:val="a3"/>
      </w:pPr>
      <w:r>
        <w:lastRenderedPageBreak/>
        <w:t>Изход</w:t>
      </w:r>
    </w:p>
    <w:p w:rsidR="00411D2E" w:rsidRPr="0078623A" w:rsidRDefault="00EE3B0D" w:rsidP="001967BE">
      <w:pPr>
        <w:keepNext/>
        <w:spacing w:after="138" w:line="269" w:lineRule="auto"/>
        <w:ind w:firstLine="709"/>
        <w:jc w:val="both"/>
      </w:pPr>
      <w:r>
        <w:t xml:space="preserve">На единствения ред на стандартния изход трябва да се </w:t>
      </w:r>
      <w:r w:rsidR="00256C35">
        <w:t xml:space="preserve">изведе </w:t>
      </w:r>
      <w:r w:rsidR="00790A75">
        <w:t>едно</w:t>
      </w:r>
      <w:r w:rsidR="00EA3F51">
        <w:rPr>
          <w:lang w:val="en-US"/>
        </w:rPr>
        <w:t xml:space="preserve"> </w:t>
      </w:r>
      <w:r w:rsidR="00256C35">
        <w:t>число – сумата на числата, които се съпоставят на отговорите на заявките от първи тип</w:t>
      </w:r>
      <w:r>
        <w:t>.</w:t>
      </w:r>
    </w:p>
    <w:p w:rsidR="00C43344" w:rsidRDefault="00C43344" w:rsidP="00895867">
      <w:pPr>
        <w:pStyle w:val="a9"/>
      </w:pPr>
    </w:p>
    <w:p w:rsidR="00DE0999" w:rsidRPr="00F637A0" w:rsidRDefault="00DE0999" w:rsidP="00DE0999">
      <w:pPr>
        <w:ind w:left="-15" w:firstLine="725"/>
        <w:jc w:val="both"/>
        <w:rPr>
          <w:lang w:val="en-US"/>
        </w:rPr>
      </w:pPr>
      <w:r w:rsidRPr="00F637A0">
        <w:rPr>
          <w:b/>
        </w:rPr>
        <w:t>Ограничения</w:t>
      </w:r>
    </w:p>
    <w:p w:rsidR="00EE3B0D" w:rsidRDefault="00EE3B0D" w:rsidP="00EE3B0D">
      <w:pPr>
        <w:pStyle w:val="ad"/>
        <w:numPr>
          <w:ilvl w:val="0"/>
          <w:numId w:val="3"/>
        </w:numPr>
        <w:spacing w:after="138" w:line="264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≤ </w:t>
      </w:r>
      <w:r>
        <w:rPr>
          <w:rFonts w:ascii="Times New Roman" w:hAnsi="Times New Roman" w:cs="Times New Roman"/>
          <w:b/>
          <w:i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E44F58">
        <w:rPr>
          <w:rFonts w:ascii="Times New Roman" w:hAnsi="Times New Roman" w:cs="Times New Roman"/>
          <w:sz w:val="26"/>
          <w:szCs w:val="26"/>
        </w:rPr>
        <w:t>2.10</w:t>
      </w:r>
      <w:r w:rsidR="00E44F58" w:rsidRPr="00E44F58">
        <w:rPr>
          <w:rFonts w:ascii="Times New Roman" w:hAnsi="Times New Roman" w:cs="Times New Roman"/>
          <w:sz w:val="26"/>
          <w:szCs w:val="26"/>
          <w:vertAlign w:val="superscript"/>
        </w:rPr>
        <w:t>5</w:t>
      </w:r>
    </w:p>
    <w:p w:rsidR="00EE3B0D" w:rsidRPr="00EE3B0D" w:rsidRDefault="00EE3B0D" w:rsidP="00E44F58">
      <w:pPr>
        <w:pStyle w:val="ad"/>
        <w:numPr>
          <w:ilvl w:val="0"/>
          <w:numId w:val="3"/>
        </w:numPr>
        <w:spacing w:after="138" w:line="264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≤ </w:t>
      </w:r>
      <w:r w:rsidR="00E44F58">
        <w:rPr>
          <w:rFonts w:ascii="Times New Roman" w:hAnsi="Times New Roman" w:cs="Times New Roman"/>
          <w:b/>
          <w:i/>
          <w:sz w:val="26"/>
          <w:szCs w:val="26"/>
          <w:lang w:val="en-US"/>
        </w:rPr>
        <w:t>Q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≤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E44F58">
        <w:rPr>
          <w:rFonts w:ascii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="00E44F58" w:rsidRPr="00E44F58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</w:p>
    <w:p w:rsidR="00835641" w:rsidRPr="00EE3B0D" w:rsidRDefault="00EE3B0D" w:rsidP="00895867">
      <w:pPr>
        <w:pStyle w:val="ad"/>
        <w:numPr>
          <w:ilvl w:val="0"/>
          <w:numId w:val="3"/>
        </w:numPr>
        <w:spacing w:after="60" w:line="264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E3B0D">
        <w:rPr>
          <w:rFonts w:ascii="Times New Roman" w:hAnsi="Times New Roman" w:cs="Times New Roman"/>
          <w:sz w:val="26"/>
          <w:szCs w:val="26"/>
        </w:rPr>
        <w:t>1</w:t>
      </w:r>
      <w:r w:rsidRPr="00EE3B0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EE3B0D">
        <w:rPr>
          <w:rFonts w:ascii="Times New Roman" w:hAnsi="Times New Roman" w:cs="Times New Roman"/>
          <w:sz w:val="26"/>
          <w:szCs w:val="26"/>
        </w:rPr>
        <w:t>≤</w:t>
      </w:r>
      <w:r w:rsidRPr="00EE3B0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EE3B0D">
        <w:rPr>
          <w:rFonts w:ascii="Times New Roman" w:hAnsi="Times New Roman" w:cs="Times New Roman"/>
          <w:i/>
          <w:sz w:val="26"/>
          <w:szCs w:val="26"/>
          <w:lang w:val="en-US"/>
        </w:rPr>
        <w:t>t</w:t>
      </w:r>
      <w:r w:rsidRPr="00EE3B0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EE3B0D">
        <w:rPr>
          <w:rFonts w:ascii="Times New Roman" w:hAnsi="Times New Roman" w:cs="Times New Roman"/>
          <w:sz w:val="26"/>
          <w:szCs w:val="26"/>
        </w:rPr>
        <w:t>≤</w:t>
      </w:r>
      <w:r w:rsidRPr="00EE3B0D">
        <w:rPr>
          <w:rFonts w:ascii="Times New Roman" w:hAnsi="Times New Roman" w:cs="Times New Roman"/>
          <w:sz w:val="26"/>
          <w:szCs w:val="26"/>
          <w:lang w:val="en-US"/>
        </w:rPr>
        <w:t xml:space="preserve"> 10</w:t>
      </w:r>
      <w:r w:rsidR="00E44F58" w:rsidRPr="00E44F58">
        <w:rPr>
          <w:rFonts w:ascii="Times New Roman" w:hAnsi="Times New Roman" w:cs="Times New Roman"/>
          <w:sz w:val="26"/>
          <w:szCs w:val="26"/>
          <w:vertAlign w:val="superscript"/>
        </w:rPr>
        <w:t>9</w:t>
      </w:r>
      <w:bookmarkStart w:id="0" w:name="_GoBack"/>
      <w:bookmarkEnd w:id="0"/>
    </w:p>
    <w:p w:rsidR="00C57EEF" w:rsidRDefault="00C57EEF" w:rsidP="00895867">
      <w:pPr>
        <w:pStyle w:val="a9"/>
      </w:pPr>
    </w:p>
    <w:p w:rsidR="00DE0999" w:rsidRPr="00EE3B0D" w:rsidRDefault="00EE3B0D" w:rsidP="002C0D2D">
      <w:pPr>
        <w:pStyle w:val="ad"/>
        <w:spacing w:after="138" w:line="26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Подзадачи</w:t>
      </w:r>
    </w:p>
    <w:tbl>
      <w:tblPr>
        <w:tblStyle w:val="a6"/>
        <w:tblW w:w="8852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1478"/>
        <w:gridCol w:w="974"/>
        <w:gridCol w:w="992"/>
        <w:gridCol w:w="992"/>
        <w:gridCol w:w="4416"/>
      </w:tblGrid>
      <w:tr w:rsidR="00E44F58" w:rsidTr="00E44F58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Подзадача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val="en-US" w:eastAsia="en-US"/>
              </w:rPr>
              <w:t>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val="en-US" w:eastAsia="en-US"/>
              </w:rPr>
              <w:t>Q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 ограничения</w:t>
            </w:r>
          </w:p>
        </w:tc>
      </w:tr>
      <w:tr w:rsidR="00E44F58" w:rsidTr="00E44F58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E35FD8">
              <w:rPr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≤</w:t>
            </w:r>
            <w:r>
              <w:rPr>
                <w:lang w:val="en-US" w:eastAsia="en-US"/>
              </w:rPr>
              <w:t xml:space="preserve"> 1</w:t>
            </w:r>
            <w:r>
              <w:rPr>
                <w:lang w:eastAsia="en-US"/>
              </w:rPr>
              <w:t>0</w:t>
            </w:r>
            <w:r>
              <w:rPr>
                <w:lang w:val="en-US"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≤</w:t>
            </w:r>
            <w:r>
              <w:rPr>
                <w:lang w:val="en-US" w:eastAsia="en-US"/>
              </w:rPr>
              <w:t xml:space="preserve"> 1000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rFonts w:eastAsia="Calibri"/>
                <w:lang w:eastAsia="en-US"/>
              </w:rPr>
            </w:pPr>
            <w:r>
              <w:t xml:space="preserve">Има заявки само от тип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>
              <w:t>.</w:t>
            </w:r>
          </w:p>
        </w:tc>
      </w:tr>
      <w:tr w:rsidR="00E44F58" w:rsidTr="00E44F58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F77114">
              <w:rPr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≤ 1</w:t>
            </w:r>
            <w:r>
              <w:rPr>
                <w:lang w:eastAsia="en-US"/>
              </w:rPr>
              <w:t>0</w:t>
            </w:r>
            <w:r>
              <w:rPr>
                <w:vertAlign w:val="superscript"/>
                <w:lang w:val="en-US" w:eastAsia="en-US"/>
              </w:rPr>
              <w:t>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rFonts w:eastAsia="Calibri"/>
                <w:lang w:eastAsia="en-US"/>
              </w:rPr>
            </w:pPr>
            <w:r>
              <w:t xml:space="preserve">Има заявки само от тип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>
              <w:t>.</w:t>
            </w:r>
          </w:p>
        </w:tc>
      </w:tr>
      <w:tr w:rsidR="00E44F58" w:rsidTr="00E44F58">
        <w:trPr>
          <w:trHeight w:val="24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35FD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E35FD8">
              <w:rPr>
                <w:lang w:val="en-US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i/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10</w:t>
            </w:r>
            <w:r>
              <w:rPr>
                <w:vertAlign w:val="superscript"/>
                <w:lang w:val="en-US" w:eastAsia="en-US"/>
              </w:rPr>
              <w:t>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F58" w:rsidRDefault="00E44F5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Няма допълнителни ограничения.</w:t>
            </w:r>
          </w:p>
        </w:tc>
      </w:tr>
      <w:tr w:rsidR="00E44F58" w:rsidTr="00E44F58">
        <w:trPr>
          <w:trHeight w:val="24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  <w:r w:rsidR="00E35FD8">
              <w:rPr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i/>
                <w:lang w:val="en-US" w:eastAsia="en-US"/>
              </w:rPr>
            </w:pPr>
            <w:r>
              <w:rPr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10</w:t>
            </w:r>
            <w:r>
              <w:rPr>
                <w:vertAlign w:val="superscript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10</w:t>
            </w:r>
            <w:r>
              <w:rPr>
                <w:vertAlign w:val="superscript"/>
                <w:lang w:val="en-US" w:eastAsia="en-US"/>
              </w:rPr>
              <w:t>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Няма допълнителни ограничения.</w:t>
            </w:r>
          </w:p>
        </w:tc>
      </w:tr>
      <w:tr w:rsidR="00E44F58" w:rsidTr="00E44F58">
        <w:trPr>
          <w:trHeight w:val="24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P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F77114">
              <w:rPr>
                <w:lang w:val="en-US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i/>
                <w:lang w:val="en-US" w:eastAsia="en-US"/>
              </w:rPr>
            </w:pPr>
            <w:r>
              <w:rPr>
                <w:lang w:val="en-US" w:eastAsia="en-US"/>
              </w:rPr>
              <w:t>≤ 2.</w:t>
            </w:r>
            <w:r>
              <w:rPr>
                <w:lang w:eastAsia="en-US"/>
              </w:rPr>
              <w:t>10</w:t>
            </w:r>
            <w:r>
              <w:rPr>
                <w:vertAlign w:val="superscript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≤ </w:t>
            </w:r>
            <w:r>
              <w:rPr>
                <w:lang w:eastAsia="en-US"/>
              </w:rPr>
              <w:t>10</w:t>
            </w:r>
            <w:r>
              <w:rPr>
                <w:vertAlign w:val="superscript"/>
                <w:lang w:val="en-US" w:eastAsia="en-US"/>
              </w:rPr>
              <w:t>6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F58" w:rsidRDefault="00E44F58">
            <w:pPr>
              <w:jc w:val="center"/>
              <w:rPr>
                <w:lang w:eastAsia="en-US"/>
              </w:rPr>
            </w:pPr>
            <w:r>
              <w:t xml:space="preserve">Има заявки само от тип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>
              <w:t>.</w:t>
            </w:r>
          </w:p>
        </w:tc>
      </w:tr>
    </w:tbl>
    <w:p w:rsidR="00E44F58" w:rsidRDefault="00E44F58" w:rsidP="00E44F58">
      <w:pPr>
        <w:rPr>
          <w:i/>
          <w:color w:val="36363D"/>
          <w:lang w:val="en-US"/>
        </w:rPr>
      </w:pPr>
      <w:r>
        <w:rPr>
          <w:i/>
          <w:color w:val="36363D"/>
        </w:rPr>
        <w:t>Точките за дадена подзадача се получават, когато преминат успешно всички тестове за нея.</w:t>
      </w:r>
    </w:p>
    <w:p w:rsidR="00DE0999" w:rsidRPr="0076285E" w:rsidRDefault="00DE0999" w:rsidP="00DE0999">
      <w:pPr>
        <w:jc w:val="both"/>
        <w:rPr>
          <w:b/>
          <w:lang w:val="en-US"/>
        </w:rPr>
      </w:pPr>
    </w:p>
    <w:p w:rsidR="00DE0999" w:rsidRPr="00D116EA" w:rsidRDefault="00DE0999" w:rsidP="00DE0999">
      <w:pPr>
        <w:spacing w:after="138" w:line="268" w:lineRule="auto"/>
        <w:ind w:firstLine="708"/>
        <w:rPr>
          <w:b/>
        </w:rPr>
      </w:pPr>
      <w:r w:rsidRPr="00D116EA">
        <w:rPr>
          <w:b/>
        </w:rPr>
        <w:t>Пример</w:t>
      </w:r>
    </w:p>
    <w:tbl>
      <w:tblPr>
        <w:tblStyle w:val="a6"/>
        <w:tblW w:w="8816" w:type="dxa"/>
        <w:tblInd w:w="360" w:type="dxa"/>
        <w:tblLook w:val="04A0" w:firstRow="1" w:lastRow="0" w:firstColumn="1" w:lastColumn="0" w:noHBand="0" w:noVBand="1"/>
      </w:tblPr>
      <w:tblGrid>
        <w:gridCol w:w="1044"/>
        <w:gridCol w:w="861"/>
        <w:gridCol w:w="6911"/>
      </w:tblGrid>
      <w:tr w:rsidR="00CA2E69" w:rsidTr="00F51CA8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Default="00CA2E6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Default="00CA2E6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Изход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Default="00CA2E6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Обяснение на примера</w:t>
            </w:r>
          </w:p>
        </w:tc>
      </w:tr>
      <w:tr w:rsidR="00CA2E69" w:rsidTr="00F51CA8">
        <w:trPr>
          <w:trHeight w:val="41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9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1 2 1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2 3 3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3 4 5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4 1 7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2 5 1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2 6 8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5 7 4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5 8 2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4 9 6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9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1 1 2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1 5 9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1 7 3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1 8 1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1 6 9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2 1 3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1 8 1</w:t>
            </w:r>
          </w:p>
          <w:p w:rsidR="00F77114" w:rsidRPr="00F77114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2 1 4</w:t>
            </w:r>
          </w:p>
          <w:p w:rsidR="00CA2E69" w:rsidRDefault="00F77114" w:rsidP="00F77114">
            <w:pPr>
              <w:rPr>
                <w:rFonts w:ascii="Consolas" w:hAnsi="Consolas"/>
                <w:lang w:val="en-US" w:eastAsia="en-US"/>
              </w:rPr>
            </w:pPr>
            <w:r w:rsidRPr="00F77114">
              <w:rPr>
                <w:rFonts w:ascii="Consolas" w:hAnsi="Consolas"/>
                <w:lang w:val="en-US" w:eastAsia="en-US"/>
              </w:rPr>
              <w:t>1 8 1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E69" w:rsidRDefault="00F51CA8">
            <w:pPr>
              <w:rPr>
                <w:rFonts w:ascii="Consolas" w:hAnsi="Consolas"/>
                <w:lang w:val="en-US" w:eastAsia="en-US"/>
              </w:rPr>
            </w:pPr>
            <w:r>
              <w:rPr>
                <w:rFonts w:ascii="Consolas" w:hAnsi="Consolas"/>
                <w:lang w:val="en-US" w:eastAsia="en-US"/>
              </w:rPr>
              <w:t>12</w:t>
            </w:r>
            <w:r w:rsidR="00CA2E69">
              <w:rPr>
                <w:rFonts w:ascii="Consolas" w:hAnsi="Consolas"/>
                <w:lang w:val="en-US" w:eastAsia="en-US"/>
              </w:rPr>
              <w:t>9</w:t>
            </w:r>
          </w:p>
          <w:p w:rsidR="00CA2E69" w:rsidRDefault="00CA2E69">
            <w:pPr>
              <w:rPr>
                <w:rFonts w:ascii="Consolas" w:hAnsi="Consolas"/>
                <w:lang w:eastAsia="en-US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E69" w:rsidRDefault="00CA2E6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Съответните </w:t>
            </w:r>
            <w:r w:rsidR="00F51CA8">
              <w:rPr>
                <w:lang w:eastAsia="en-US"/>
              </w:rPr>
              <w:t>отговори на заявките от първи вид</w:t>
            </w:r>
            <w:r>
              <w:rPr>
                <w:lang w:eastAsia="en-US"/>
              </w:rPr>
              <w:t xml:space="preserve"> са: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(съответно числото е 15)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20)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18)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16)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24)</w:t>
            </w:r>
          </w:p>
          <w:p w:rsidR="00F51CA8" w:rsidRPr="00F51CA8" w:rsidRDefault="00F51CA8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17)</w:t>
            </w:r>
          </w:p>
          <w:p w:rsidR="00CA2E69" w:rsidRPr="00F51CA8" w:rsidRDefault="00C43EAB" w:rsidP="00F51CA8">
            <w:pPr>
              <w:pStyle w:val="a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01064F0A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275590</wp:posOffset>
                  </wp:positionV>
                  <wp:extent cx="1670685" cy="1923415"/>
                  <wp:effectExtent l="0" t="0" r="5715" b="635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685" cy="192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944" behindDoc="0" locked="0" layoutInCell="1" allowOverlap="1" wp14:anchorId="728E2C48">
                  <wp:simplePos x="0" y="0"/>
                  <wp:positionH relativeFrom="column">
                    <wp:posOffset>2557145</wp:posOffset>
                  </wp:positionH>
                  <wp:positionV relativeFrom="paragraph">
                    <wp:posOffset>251460</wp:posOffset>
                  </wp:positionV>
                  <wp:extent cx="1692275" cy="1947545"/>
                  <wp:effectExtent l="0" t="0" r="3175" b="0"/>
                  <wp:wrapNone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275" cy="194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1CA8" w:rsidRP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F51CA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5</w:t>
            </w:r>
            <w:r w:rsidR="00F51C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(тук е 19)</w:t>
            </w:r>
          </w:p>
          <w:p w:rsidR="00F51CA8" w:rsidRDefault="00F51CA8" w:rsidP="00F51CA8">
            <w:pPr>
              <w:jc w:val="both"/>
            </w:pPr>
            <w:r>
              <w:t xml:space="preserve">     </w:t>
            </w: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7BD29A1" wp14:editId="7EF2B5AA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60325</wp:posOffset>
                      </wp:positionV>
                      <wp:extent cx="1009650" cy="527050"/>
                      <wp:effectExtent l="0" t="0" r="0" b="63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527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51CA8" w:rsidRDefault="00F51CA8" w:rsidP="00F51CA8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t>след двете промени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BD29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21.85pt;margin-top:4.75pt;width:79.5pt;height:41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" filled="f" stroked="f" strokeweight=".5pt">
                      <v:textbox>
                        <w:txbxContent>
                          <w:p w:rsidR="00F51CA8" w:rsidRDefault="00F51CA8" w:rsidP="00F51CA8">
                            <w:pPr>
                              <w:spacing w:line="360" w:lineRule="auto"/>
                              <w:jc w:val="center"/>
                            </w:pPr>
                            <w:r>
                              <w:t>след двете промени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3EAB" w:rsidRDefault="00C43EAB" w:rsidP="00F51CA8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8E54E39" wp14:editId="4FF6B227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79375</wp:posOffset>
                      </wp:positionV>
                      <wp:extent cx="520700" cy="165100"/>
                      <wp:effectExtent l="0" t="19050" r="31750" b="44450"/>
                      <wp:wrapNone/>
                      <wp:docPr id="8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700" cy="1651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4C281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6" o:spid="_x0000_s1026" type="#_x0000_t13" style="position:absolute;margin-left:142.75pt;margin-top:6.25pt;width:41pt;height:13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" adj="18176" fillcolor="black [3200]" strokecolor="black [1600]" strokeweight="1pt"/>
                  </w:pict>
                </mc:Fallback>
              </mc:AlternateContent>
            </w: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C43EAB" w:rsidRDefault="00C43EAB" w:rsidP="00F51CA8">
            <w:pPr>
              <w:jc w:val="both"/>
            </w:pPr>
          </w:p>
          <w:p w:rsidR="00F51CA8" w:rsidRDefault="00F51CA8" w:rsidP="00F51CA8">
            <w:pPr>
              <w:jc w:val="both"/>
            </w:pPr>
            <w:r>
              <w:t xml:space="preserve">Първата заявка, която е за маршрутите от станция </w:t>
            </w:r>
            <w:r w:rsidRPr="00F51CA8">
              <w:t>№8</w:t>
            </w:r>
            <w:r>
              <w:t xml:space="preserve"> до </w:t>
            </w:r>
            <w:r w:rsidRPr="00F51CA8">
              <w:t>№1</w:t>
            </w:r>
            <w:r>
              <w:t xml:space="preserve">, трябва да намери двата маршрута: </w:t>
            </w:r>
            <w:r w:rsidRPr="00F51CA8">
              <w:t>8</w:t>
            </w:r>
            <w:r>
              <w:rPr>
                <w:lang w:val="en-US"/>
              </w:rPr>
              <w:t xml:space="preserve"> </w:t>
            </w:r>
            <w:r>
              <w:t>–</w:t>
            </w:r>
            <w:r>
              <w:rPr>
                <w:lang w:val="en-US"/>
              </w:rPr>
              <w:t xml:space="preserve"> </w:t>
            </w:r>
            <w:r w:rsidRPr="00F51CA8">
              <w:t>5</w:t>
            </w:r>
            <w:r>
              <w:rPr>
                <w:lang w:val="en-US"/>
              </w:rPr>
              <w:t xml:space="preserve"> – </w:t>
            </w:r>
            <w:r w:rsidRPr="00F51CA8">
              <w:t>2</w:t>
            </w:r>
            <w:r>
              <w:rPr>
                <w:lang w:val="en-US"/>
              </w:rPr>
              <w:t xml:space="preserve"> – </w:t>
            </w:r>
            <w:r w:rsidRPr="00F51CA8">
              <w:t>1</w:t>
            </w:r>
            <w:r>
              <w:t xml:space="preserve"> и  </w:t>
            </w:r>
            <w:r w:rsidRPr="00F51CA8">
              <w:t xml:space="preserve"> 8</w:t>
            </w:r>
            <w:r>
              <w:rPr>
                <w:lang w:val="en-US"/>
              </w:rPr>
              <w:t xml:space="preserve"> – </w:t>
            </w:r>
            <w:r w:rsidRPr="00F51CA8">
              <w:t>5</w:t>
            </w:r>
            <w:r>
              <w:rPr>
                <w:lang w:val="en-US"/>
              </w:rPr>
              <w:t xml:space="preserve"> – </w:t>
            </w:r>
            <w:r w:rsidRPr="00F51CA8">
              <w:t>2</w:t>
            </w:r>
            <w:r>
              <w:rPr>
                <w:lang w:val="en-US"/>
              </w:rPr>
              <w:t xml:space="preserve"> – </w:t>
            </w:r>
            <w:r w:rsidRPr="00F51CA8">
              <w:t>3</w:t>
            </w:r>
            <w:r>
              <w:rPr>
                <w:lang w:val="en-US"/>
              </w:rPr>
              <w:t xml:space="preserve"> – </w:t>
            </w:r>
            <w:r w:rsidRPr="00F51CA8">
              <w:t>4</w:t>
            </w:r>
            <w:r>
              <w:rPr>
                <w:lang w:val="en-US"/>
              </w:rPr>
              <w:t xml:space="preserve"> – </w:t>
            </w:r>
            <w:r w:rsidRPr="00F51CA8">
              <w:t>1</w:t>
            </w:r>
            <w:r>
              <w:t xml:space="preserve">, като съответно максималните връзки за тези маршрути са с големина </w:t>
            </w:r>
            <w:r w:rsidRPr="00F51CA8">
              <w:t>2</w:t>
            </w:r>
            <w:r>
              <w:t xml:space="preserve"> и </w:t>
            </w:r>
            <w:r w:rsidRPr="00F51CA8">
              <w:t>7</w:t>
            </w:r>
            <w:r>
              <w:t xml:space="preserve">. След първата промяна (размяна на номерата на станции </w:t>
            </w:r>
            <w:r w:rsidRPr="00F51CA8">
              <w:t>1</w:t>
            </w:r>
            <w:r>
              <w:t xml:space="preserve"> и </w:t>
            </w:r>
            <w:r w:rsidRPr="00F51CA8">
              <w:t>3</w:t>
            </w:r>
            <w:r>
              <w:rPr>
                <w:lang w:val="en-US"/>
              </w:rPr>
              <w:t xml:space="preserve">) </w:t>
            </w:r>
            <w:r>
              <w:t>за маршрута максималната линия</w:t>
            </w:r>
            <w:r w:rsidR="00C43EAB">
              <w:rPr>
                <w:lang w:val="en-US"/>
              </w:rPr>
              <w:t xml:space="preserve"> </w:t>
            </w:r>
            <w:r w:rsidR="00C43EAB">
              <w:t>в по-късия маршрут</w:t>
            </w:r>
            <w:r>
              <w:t xml:space="preserve"> вече е </w:t>
            </w:r>
            <w:r w:rsidRPr="00F51CA8">
              <w:t>3</w:t>
            </w:r>
            <w:r>
              <w:t xml:space="preserve">, а след втората промяна става с големина </w:t>
            </w:r>
            <w:r w:rsidRPr="00F51CA8">
              <w:t>5</w:t>
            </w:r>
            <w:r>
              <w:t>.</w:t>
            </w:r>
          </w:p>
          <w:p w:rsidR="00F51CA8" w:rsidRPr="00F51CA8" w:rsidRDefault="00F51CA8" w:rsidP="00F51CA8">
            <w:pPr>
              <w:jc w:val="both"/>
              <w:rPr>
                <w:lang w:val="en-US" w:eastAsia="en-US"/>
              </w:rPr>
            </w:pPr>
          </w:p>
        </w:tc>
      </w:tr>
    </w:tbl>
    <w:p w:rsidR="00EB4C95" w:rsidRPr="00F51CA8" w:rsidRDefault="00EB4C95" w:rsidP="00895867">
      <w:pPr>
        <w:rPr>
          <w:lang w:val="en-US"/>
        </w:rPr>
      </w:pPr>
    </w:p>
    <w:sectPr w:rsidR="00EB4C95" w:rsidRPr="00F51CA8" w:rsidSect="00200F63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4454"/>
    <w:multiLevelType w:val="hybridMultilevel"/>
    <w:tmpl w:val="0FBCFE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C1803"/>
    <w:multiLevelType w:val="hybridMultilevel"/>
    <w:tmpl w:val="B41632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62BD"/>
    <w:multiLevelType w:val="hybridMultilevel"/>
    <w:tmpl w:val="58203A5A"/>
    <w:lvl w:ilvl="0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E0A0A5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6AEE7199"/>
    <w:multiLevelType w:val="multilevel"/>
    <w:tmpl w:val="AF62D054"/>
    <w:lvl w:ilvl="0">
      <w:start w:val="1"/>
      <w:numFmt w:val="bullet"/>
      <w:lvlText w:val="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740"/>
    <w:rsid w:val="00002C44"/>
    <w:rsid w:val="0000301F"/>
    <w:rsid w:val="000135B9"/>
    <w:rsid w:val="0003109A"/>
    <w:rsid w:val="00034395"/>
    <w:rsid w:val="00036218"/>
    <w:rsid w:val="0006236D"/>
    <w:rsid w:val="00062DF6"/>
    <w:rsid w:val="00065E48"/>
    <w:rsid w:val="00071B60"/>
    <w:rsid w:val="00073367"/>
    <w:rsid w:val="0007464A"/>
    <w:rsid w:val="00074767"/>
    <w:rsid w:val="000749B5"/>
    <w:rsid w:val="00083A2E"/>
    <w:rsid w:val="00091E12"/>
    <w:rsid w:val="00097C45"/>
    <w:rsid w:val="000A4C26"/>
    <w:rsid w:val="000A53C4"/>
    <w:rsid w:val="000A6E7D"/>
    <w:rsid w:val="000B03CE"/>
    <w:rsid w:val="000B0CFE"/>
    <w:rsid w:val="000B513E"/>
    <w:rsid w:val="000B7FB5"/>
    <w:rsid w:val="000C44EE"/>
    <w:rsid w:val="000C7656"/>
    <w:rsid w:val="000C7D3D"/>
    <w:rsid w:val="000D216B"/>
    <w:rsid w:val="000E0C81"/>
    <w:rsid w:val="000E2521"/>
    <w:rsid w:val="000E664D"/>
    <w:rsid w:val="00112916"/>
    <w:rsid w:val="00112A34"/>
    <w:rsid w:val="00126C8E"/>
    <w:rsid w:val="00133949"/>
    <w:rsid w:val="0013409E"/>
    <w:rsid w:val="00146A15"/>
    <w:rsid w:val="001471B6"/>
    <w:rsid w:val="00147D9D"/>
    <w:rsid w:val="00160D52"/>
    <w:rsid w:val="001629E1"/>
    <w:rsid w:val="001678DD"/>
    <w:rsid w:val="001738B1"/>
    <w:rsid w:val="00175672"/>
    <w:rsid w:val="0019498F"/>
    <w:rsid w:val="001967BE"/>
    <w:rsid w:val="00196B30"/>
    <w:rsid w:val="00197C0C"/>
    <w:rsid w:val="001B5146"/>
    <w:rsid w:val="001E779F"/>
    <w:rsid w:val="00200DAC"/>
    <w:rsid w:val="00200F63"/>
    <w:rsid w:val="00202183"/>
    <w:rsid w:val="00203C1B"/>
    <w:rsid w:val="00203C75"/>
    <w:rsid w:val="00206E1E"/>
    <w:rsid w:val="0021203E"/>
    <w:rsid w:val="00214E51"/>
    <w:rsid w:val="00221819"/>
    <w:rsid w:val="00223AE2"/>
    <w:rsid w:val="002271BE"/>
    <w:rsid w:val="00241146"/>
    <w:rsid w:val="00256C35"/>
    <w:rsid w:val="002621FD"/>
    <w:rsid w:val="002767FA"/>
    <w:rsid w:val="00277075"/>
    <w:rsid w:val="00291C69"/>
    <w:rsid w:val="002960BB"/>
    <w:rsid w:val="002A1929"/>
    <w:rsid w:val="002C0D2D"/>
    <w:rsid w:val="002C3B29"/>
    <w:rsid w:val="002E08CB"/>
    <w:rsid w:val="002E1FA1"/>
    <w:rsid w:val="002E350F"/>
    <w:rsid w:val="002E4244"/>
    <w:rsid w:val="002E7BB9"/>
    <w:rsid w:val="002F62E8"/>
    <w:rsid w:val="003063E2"/>
    <w:rsid w:val="00343199"/>
    <w:rsid w:val="00346F9E"/>
    <w:rsid w:val="00351B70"/>
    <w:rsid w:val="00370953"/>
    <w:rsid w:val="0037675E"/>
    <w:rsid w:val="00382F4A"/>
    <w:rsid w:val="00395300"/>
    <w:rsid w:val="003A31F4"/>
    <w:rsid w:val="003B702C"/>
    <w:rsid w:val="003C021B"/>
    <w:rsid w:val="003C200D"/>
    <w:rsid w:val="003D1662"/>
    <w:rsid w:val="003D4CB2"/>
    <w:rsid w:val="003E2A49"/>
    <w:rsid w:val="003E6990"/>
    <w:rsid w:val="003F2ED0"/>
    <w:rsid w:val="00410C1C"/>
    <w:rsid w:val="00411D2E"/>
    <w:rsid w:val="004237ED"/>
    <w:rsid w:val="00427149"/>
    <w:rsid w:val="00434B92"/>
    <w:rsid w:val="00434E8F"/>
    <w:rsid w:val="0044386F"/>
    <w:rsid w:val="00447464"/>
    <w:rsid w:val="004550E8"/>
    <w:rsid w:val="00455BDD"/>
    <w:rsid w:val="00456E0D"/>
    <w:rsid w:val="00462E63"/>
    <w:rsid w:val="00476CC9"/>
    <w:rsid w:val="00482426"/>
    <w:rsid w:val="004851A2"/>
    <w:rsid w:val="00485740"/>
    <w:rsid w:val="00486891"/>
    <w:rsid w:val="00493C04"/>
    <w:rsid w:val="004B1933"/>
    <w:rsid w:val="00524CA8"/>
    <w:rsid w:val="005338C1"/>
    <w:rsid w:val="00535EFA"/>
    <w:rsid w:val="00536C3F"/>
    <w:rsid w:val="005515F7"/>
    <w:rsid w:val="00553E60"/>
    <w:rsid w:val="00565507"/>
    <w:rsid w:val="00574999"/>
    <w:rsid w:val="0058627E"/>
    <w:rsid w:val="00594012"/>
    <w:rsid w:val="00595DBF"/>
    <w:rsid w:val="005A2C64"/>
    <w:rsid w:val="005A3D6E"/>
    <w:rsid w:val="005B6961"/>
    <w:rsid w:val="005D0A28"/>
    <w:rsid w:val="005D7518"/>
    <w:rsid w:val="005E4639"/>
    <w:rsid w:val="005E7513"/>
    <w:rsid w:val="005F09B1"/>
    <w:rsid w:val="006005EF"/>
    <w:rsid w:val="0060159A"/>
    <w:rsid w:val="00601CF9"/>
    <w:rsid w:val="006074B8"/>
    <w:rsid w:val="00607771"/>
    <w:rsid w:val="006131DE"/>
    <w:rsid w:val="0061774F"/>
    <w:rsid w:val="00620DE5"/>
    <w:rsid w:val="006236C0"/>
    <w:rsid w:val="00641F16"/>
    <w:rsid w:val="0064204E"/>
    <w:rsid w:val="006460E7"/>
    <w:rsid w:val="00651AF4"/>
    <w:rsid w:val="00652873"/>
    <w:rsid w:val="00654D62"/>
    <w:rsid w:val="0067294B"/>
    <w:rsid w:val="00676C64"/>
    <w:rsid w:val="006835C4"/>
    <w:rsid w:val="00685EA1"/>
    <w:rsid w:val="00687BFA"/>
    <w:rsid w:val="00696A00"/>
    <w:rsid w:val="006A1ED7"/>
    <w:rsid w:val="006A3F40"/>
    <w:rsid w:val="006B5AF2"/>
    <w:rsid w:val="006C1C2B"/>
    <w:rsid w:val="006D5354"/>
    <w:rsid w:val="006E0DA6"/>
    <w:rsid w:val="006E17E5"/>
    <w:rsid w:val="006E2146"/>
    <w:rsid w:val="006E4F88"/>
    <w:rsid w:val="006F2D54"/>
    <w:rsid w:val="006F40C8"/>
    <w:rsid w:val="00711334"/>
    <w:rsid w:val="00711914"/>
    <w:rsid w:val="00711B17"/>
    <w:rsid w:val="007137AB"/>
    <w:rsid w:val="00720DCE"/>
    <w:rsid w:val="00737912"/>
    <w:rsid w:val="00751E3E"/>
    <w:rsid w:val="007573F8"/>
    <w:rsid w:val="0076167F"/>
    <w:rsid w:val="00761FF9"/>
    <w:rsid w:val="00763B2D"/>
    <w:rsid w:val="00767E82"/>
    <w:rsid w:val="00773AC3"/>
    <w:rsid w:val="0077488F"/>
    <w:rsid w:val="00774DC3"/>
    <w:rsid w:val="00777B7A"/>
    <w:rsid w:val="00781F92"/>
    <w:rsid w:val="0078623A"/>
    <w:rsid w:val="00787941"/>
    <w:rsid w:val="00790A75"/>
    <w:rsid w:val="00793F17"/>
    <w:rsid w:val="00794859"/>
    <w:rsid w:val="00794C89"/>
    <w:rsid w:val="0079782B"/>
    <w:rsid w:val="007A00E8"/>
    <w:rsid w:val="007A5D1D"/>
    <w:rsid w:val="007A70EE"/>
    <w:rsid w:val="007B7203"/>
    <w:rsid w:val="007C62D3"/>
    <w:rsid w:val="007D619D"/>
    <w:rsid w:val="007E31B9"/>
    <w:rsid w:val="007E48B9"/>
    <w:rsid w:val="007F1C3B"/>
    <w:rsid w:val="007F21C9"/>
    <w:rsid w:val="00801984"/>
    <w:rsid w:val="00812A45"/>
    <w:rsid w:val="008176DC"/>
    <w:rsid w:val="0082090B"/>
    <w:rsid w:val="00835641"/>
    <w:rsid w:val="008431E7"/>
    <w:rsid w:val="0084522C"/>
    <w:rsid w:val="00846581"/>
    <w:rsid w:val="00863FB5"/>
    <w:rsid w:val="00873209"/>
    <w:rsid w:val="008864FA"/>
    <w:rsid w:val="00891555"/>
    <w:rsid w:val="00892130"/>
    <w:rsid w:val="00895867"/>
    <w:rsid w:val="008A379D"/>
    <w:rsid w:val="008A5788"/>
    <w:rsid w:val="008B1DA6"/>
    <w:rsid w:val="008C0DBE"/>
    <w:rsid w:val="008E1FEB"/>
    <w:rsid w:val="008E3C45"/>
    <w:rsid w:val="00903F98"/>
    <w:rsid w:val="0091033A"/>
    <w:rsid w:val="00915567"/>
    <w:rsid w:val="0092096B"/>
    <w:rsid w:val="009258ED"/>
    <w:rsid w:val="00930954"/>
    <w:rsid w:val="00931D29"/>
    <w:rsid w:val="00932D83"/>
    <w:rsid w:val="00937D7F"/>
    <w:rsid w:val="009441AB"/>
    <w:rsid w:val="0094501C"/>
    <w:rsid w:val="009478C3"/>
    <w:rsid w:val="00950B59"/>
    <w:rsid w:val="0095350F"/>
    <w:rsid w:val="00956EE4"/>
    <w:rsid w:val="009678C1"/>
    <w:rsid w:val="00970BCF"/>
    <w:rsid w:val="00974F03"/>
    <w:rsid w:val="00976F08"/>
    <w:rsid w:val="00980CA5"/>
    <w:rsid w:val="009836BF"/>
    <w:rsid w:val="0099244B"/>
    <w:rsid w:val="009A26A3"/>
    <w:rsid w:val="009B028B"/>
    <w:rsid w:val="009B6DB0"/>
    <w:rsid w:val="009C71C0"/>
    <w:rsid w:val="009C7C55"/>
    <w:rsid w:val="009E689B"/>
    <w:rsid w:val="009E734D"/>
    <w:rsid w:val="00A03141"/>
    <w:rsid w:val="00A10DCF"/>
    <w:rsid w:val="00A12336"/>
    <w:rsid w:val="00A15221"/>
    <w:rsid w:val="00A16539"/>
    <w:rsid w:val="00A2687C"/>
    <w:rsid w:val="00A27F91"/>
    <w:rsid w:val="00A302A1"/>
    <w:rsid w:val="00A36892"/>
    <w:rsid w:val="00A36BE9"/>
    <w:rsid w:val="00A44D82"/>
    <w:rsid w:val="00A53D73"/>
    <w:rsid w:val="00A603BC"/>
    <w:rsid w:val="00A67595"/>
    <w:rsid w:val="00A704B4"/>
    <w:rsid w:val="00A7443C"/>
    <w:rsid w:val="00A801E3"/>
    <w:rsid w:val="00A85D52"/>
    <w:rsid w:val="00A87619"/>
    <w:rsid w:val="00A91BDB"/>
    <w:rsid w:val="00A92751"/>
    <w:rsid w:val="00A95887"/>
    <w:rsid w:val="00AA5ABB"/>
    <w:rsid w:val="00AB0937"/>
    <w:rsid w:val="00AB1C0A"/>
    <w:rsid w:val="00AB4ADC"/>
    <w:rsid w:val="00AB67F7"/>
    <w:rsid w:val="00AC58A2"/>
    <w:rsid w:val="00AC58E0"/>
    <w:rsid w:val="00AD1EC1"/>
    <w:rsid w:val="00AD2AFF"/>
    <w:rsid w:val="00AD40A6"/>
    <w:rsid w:val="00AE515D"/>
    <w:rsid w:val="00AE6365"/>
    <w:rsid w:val="00B07D83"/>
    <w:rsid w:val="00B12C2B"/>
    <w:rsid w:val="00B15DE0"/>
    <w:rsid w:val="00B309B1"/>
    <w:rsid w:val="00B37F26"/>
    <w:rsid w:val="00B44D4A"/>
    <w:rsid w:val="00B5611F"/>
    <w:rsid w:val="00B6259B"/>
    <w:rsid w:val="00B635D6"/>
    <w:rsid w:val="00B63A06"/>
    <w:rsid w:val="00B6610F"/>
    <w:rsid w:val="00B67742"/>
    <w:rsid w:val="00B67AE4"/>
    <w:rsid w:val="00B67CEC"/>
    <w:rsid w:val="00B71343"/>
    <w:rsid w:val="00B74D58"/>
    <w:rsid w:val="00B87D08"/>
    <w:rsid w:val="00BA00E9"/>
    <w:rsid w:val="00BA192D"/>
    <w:rsid w:val="00BA4981"/>
    <w:rsid w:val="00BA65EE"/>
    <w:rsid w:val="00BB49E1"/>
    <w:rsid w:val="00BB71ED"/>
    <w:rsid w:val="00BB7F92"/>
    <w:rsid w:val="00BC1AD8"/>
    <w:rsid w:val="00BD31B0"/>
    <w:rsid w:val="00BE16E1"/>
    <w:rsid w:val="00BE26F9"/>
    <w:rsid w:val="00BE2F5D"/>
    <w:rsid w:val="00BF43C3"/>
    <w:rsid w:val="00BF5B01"/>
    <w:rsid w:val="00BF618F"/>
    <w:rsid w:val="00BF6E83"/>
    <w:rsid w:val="00C02537"/>
    <w:rsid w:val="00C0479A"/>
    <w:rsid w:val="00C109C8"/>
    <w:rsid w:val="00C15F83"/>
    <w:rsid w:val="00C2195D"/>
    <w:rsid w:val="00C3234C"/>
    <w:rsid w:val="00C34934"/>
    <w:rsid w:val="00C41880"/>
    <w:rsid w:val="00C43344"/>
    <w:rsid w:val="00C43EAB"/>
    <w:rsid w:val="00C57E6A"/>
    <w:rsid w:val="00C57EEF"/>
    <w:rsid w:val="00C61ED5"/>
    <w:rsid w:val="00C63CB3"/>
    <w:rsid w:val="00C75226"/>
    <w:rsid w:val="00C8272E"/>
    <w:rsid w:val="00C8380C"/>
    <w:rsid w:val="00C87BA8"/>
    <w:rsid w:val="00C96399"/>
    <w:rsid w:val="00C97ACD"/>
    <w:rsid w:val="00CA0035"/>
    <w:rsid w:val="00CA2E69"/>
    <w:rsid w:val="00CA3D6B"/>
    <w:rsid w:val="00CA494D"/>
    <w:rsid w:val="00CC5FE1"/>
    <w:rsid w:val="00CD0924"/>
    <w:rsid w:val="00CE4B2F"/>
    <w:rsid w:val="00CF2EE7"/>
    <w:rsid w:val="00CF43B0"/>
    <w:rsid w:val="00D04768"/>
    <w:rsid w:val="00D14E69"/>
    <w:rsid w:val="00D1540C"/>
    <w:rsid w:val="00D1785B"/>
    <w:rsid w:val="00D2699F"/>
    <w:rsid w:val="00D37B10"/>
    <w:rsid w:val="00D47D74"/>
    <w:rsid w:val="00D61110"/>
    <w:rsid w:val="00D6358C"/>
    <w:rsid w:val="00D67920"/>
    <w:rsid w:val="00D761BB"/>
    <w:rsid w:val="00D80E14"/>
    <w:rsid w:val="00D94C25"/>
    <w:rsid w:val="00DA61BE"/>
    <w:rsid w:val="00DE01AD"/>
    <w:rsid w:val="00DE0999"/>
    <w:rsid w:val="00DF0F11"/>
    <w:rsid w:val="00DF21DE"/>
    <w:rsid w:val="00E02ABA"/>
    <w:rsid w:val="00E04451"/>
    <w:rsid w:val="00E046DE"/>
    <w:rsid w:val="00E12B6B"/>
    <w:rsid w:val="00E16100"/>
    <w:rsid w:val="00E23793"/>
    <w:rsid w:val="00E26EE4"/>
    <w:rsid w:val="00E33465"/>
    <w:rsid w:val="00E35FD8"/>
    <w:rsid w:val="00E37906"/>
    <w:rsid w:val="00E40E81"/>
    <w:rsid w:val="00E44F58"/>
    <w:rsid w:val="00E639DE"/>
    <w:rsid w:val="00E67B74"/>
    <w:rsid w:val="00E82126"/>
    <w:rsid w:val="00E846CE"/>
    <w:rsid w:val="00E868AE"/>
    <w:rsid w:val="00E96489"/>
    <w:rsid w:val="00E9751A"/>
    <w:rsid w:val="00EA012A"/>
    <w:rsid w:val="00EA3F51"/>
    <w:rsid w:val="00EA5022"/>
    <w:rsid w:val="00EB0978"/>
    <w:rsid w:val="00EB4C95"/>
    <w:rsid w:val="00EB536F"/>
    <w:rsid w:val="00EB6F67"/>
    <w:rsid w:val="00EB7FC5"/>
    <w:rsid w:val="00EC77BA"/>
    <w:rsid w:val="00ED0C38"/>
    <w:rsid w:val="00EE3B0D"/>
    <w:rsid w:val="00EE4F88"/>
    <w:rsid w:val="00F024E1"/>
    <w:rsid w:val="00F039A9"/>
    <w:rsid w:val="00F253F8"/>
    <w:rsid w:val="00F27ADF"/>
    <w:rsid w:val="00F402A4"/>
    <w:rsid w:val="00F45756"/>
    <w:rsid w:val="00F473CE"/>
    <w:rsid w:val="00F51CA8"/>
    <w:rsid w:val="00F52A11"/>
    <w:rsid w:val="00F62D27"/>
    <w:rsid w:val="00F66461"/>
    <w:rsid w:val="00F67AA1"/>
    <w:rsid w:val="00F75BF1"/>
    <w:rsid w:val="00F76B55"/>
    <w:rsid w:val="00F77114"/>
    <w:rsid w:val="00F8022D"/>
    <w:rsid w:val="00F8787B"/>
    <w:rsid w:val="00F92900"/>
    <w:rsid w:val="00F9346A"/>
    <w:rsid w:val="00FA4015"/>
    <w:rsid w:val="00FB0EAF"/>
    <w:rsid w:val="00FB390D"/>
    <w:rsid w:val="00FB63F6"/>
    <w:rsid w:val="00FC4581"/>
    <w:rsid w:val="00FC479F"/>
    <w:rsid w:val="00FC71A0"/>
    <w:rsid w:val="00FD0E11"/>
    <w:rsid w:val="00FD2643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EA2DB"/>
  <w15:chartTrackingRefBased/>
  <w15:docId w15:val="{786AE7D4-FCF9-47DB-B7EF-796C3554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5507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лавие1"/>
    <w:basedOn w:val="a"/>
    <w:autoRedefine/>
    <w:rsid w:val="00685EA1"/>
    <w:pPr>
      <w:spacing w:before="360" w:after="120"/>
      <w:ind w:firstLine="709"/>
    </w:pPr>
    <w:rPr>
      <w:b/>
      <w:caps/>
      <w:szCs w:val="28"/>
    </w:rPr>
  </w:style>
  <w:style w:type="paragraph" w:customStyle="1" w:styleId="a3">
    <w:name w:val="ВходИзход"/>
    <w:basedOn w:val="a"/>
    <w:autoRedefine/>
    <w:rsid w:val="00C57EEF"/>
    <w:pPr>
      <w:spacing w:before="240" w:after="120"/>
      <w:ind w:right="72" w:firstLine="706"/>
      <w:contextualSpacing/>
    </w:pPr>
    <w:rPr>
      <w:b/>
    </w:rPr>
  </w:style>
  <w:style w:type="paragraph" w:customStyle="1" w:styleId="a4">
    <w:name w:val="Текст"/>
    <w:basedOn w:val="a"/>
    <w:autoRedefine/>
    <w:rsid w:val="001967BE"/>
    <w:pPr>
      <w:spacing w:before="120" w:line="269" w:lineRule="auto"/>
      <w:ind w:firstLine="709"/>
      <w:jc w:val="both"/>
    </w:pPr>
  </w:style>
  <w:style w:type="paragraph" w:customStyle="1" w:styleId="a5">
    <w:name w:val="Данни"/>
    <w:basedOn w:val="a"/>
    <w:autoRedefine/>
    <w:rsid w:val="00C57EEF"/>
    <w:pPr>
      <w:ind w:firstLine="709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95300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a8">
    <w:name w:val="Горен колонтитул Знак"/>
    <w:link w:val="a7"/>
    <w:rsid w:val="00395300"/>
    <w:rPr>
      <w:rFonts w:eastAsia="MS Mincho"/>
      <w:sz w:val="24"/>
      <w:szCs w:val="24"/>
      <w:lang w:val="bg-BG" w:eastAsia="ja-JP"/>
    </w:rPr>
  </w:style>
  <w:style w:type="paragraph" w:customStyle="1" w:styleId="a9">
    <w:name w:val="Разделител"/>
    <w:basedOn w:val="a3"/>
    <w:next w:val="a3"/>
    <w:autoRedefine/>
    <w:qFormat/>
    <w:rsid w:val="00895867"/>
    <w:pPr>
      <w:pBdr>
        <w:bottom w:val="single" w:sz="24" w:space="1" w:color="00B0F0"/>
      </w:pBdr>
      <w:spacing w:before="0"/>
      <w:ind w:right="4321" w:firstLine="0"/>
    </w:pPr>
    <w:rPr>
      <w:sz w:val="10"/>
    </w:rPr>
  </w:style>
  <w:style w:type="paragraph" w:customStyle="1" w:styleId="aa">
    <w:name w:val="Автор"/>
    <w:basedOn w:val="a"/>
    <w:autoRedefine/>
    <w:qFormat/>
    <w:rsid w:val="005B6961"/>
    <w:pPr>
      <w:spacing w:before="120" w:after="120"/>
      <w:ind w:firstLine="709"/>
      <w:jc w:val="right"/>
    </w:pPr>
    <w:rPr>
      <w:b/>
      <w:i/>
      <w:vanish/>
      <w:sz w:val="18"/>
    </w:rPr>
  </w:style>
  <w:style w:type="paragraph" w:customStyle="1" w:styleId="Style1Right186TopSinglesolidlineLightBlu">
    <w:name w:val="Style Заглавие1 + Right:  186&quot; Top: (Single solid line Light Blu..."/>
    <w:basedOn w:val="1"/>
    <w:rsid w:val="005B6961"/>
    <w:pPr>
      <w:pBdr>
        <w:top w:val="single" w:sz="48" w:space="6" w:color="00B0F0"/>
      </w:pBdr>
      <w:ind w:right="2678" w:firstLine="0"/>
    </w:pPr>
    <w:rPr>
      <w:bCs/>
      <w:szCs w:val="20"/>
    </w:rPr>
  </w:style>
  <w:style w:type="character" w:styleId="ab">
    <w:name w:val="Emphasis"/>
    <w:basedOn w:val="a0"/>
    <w:qFormat/>
    <w:rsid w:val="008E1FEB"/>
    <w:rPr>
      <w:i/>
      <w:iCs/>
    </w:rPr>
  </w:style>
  <w:style w:type="character" w:styleId="ac">
    <w:name w:val="Placeholder Text"/>
    <w:basedOn w:val="a0"/>
    <w:uiPriority w:val="99"/>
    <w:semiHidden/>
    <w:rsid w:val="0076167F"/>
    <w:rPr>
      <w:color w:val="808080"/>
    </w:rPr>
  </w:style>
  <w:style w:type="paragraph" w:styleId="ad">
    <w:name w:val="List Paragraph"/>
    <w:basedOn w:val="a"/>
    <w:uiPriority w:val="34"/>
    <w:qFormat/>
    <w:rsid w:val="00C63CB3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ae">
    <w:name w:val="caption"/>
    <w:basedOn w:val="a"/>
    <w:next w:val="a"/>
    <w:uiPriority w:val="35"/>
    <w:semiHidden/>
    <w:unhideWhenUsed/>
    <w:qFormat/>
    <w:rsid w:val="00F62D27"/>
    <w:pPr>
      <w:spacing w:after="200"/>
    </w:pPr>
    <w:rPr>
      <w:rFonts w:ascii="Calibri" w:eastAsia="Calibri" w:hAnsi="Calibri" w:cs="Calibri"/>
      <w:i/>
      <w:iCs/>
      <w:color w:val="44546A" w:themeColor="text2"/>
      <w:sz w:val="18"/>
      <w:szCs w:val="18"/>
    </w:rPr>
  </w:style>
  <w:style w:type="paragraph" w:styleId="af">
    <w:name w:val="Balloon Text"/>
    <w:basedOn w:val="a"/>
    <w:link w:val="af0"/>
    <w:uiPriority w:val="99"/>
    <w:unhideWhenUsed/>
    <w:rsid w:val="00DE0999"/>
    <w:rPr>
      <w:rFonts w:ascii="Segoe UI" w:eastAsia="Calibri" w:hAnsi="Segoe UI" w:cs="Segoe UI"/>
      <w:color w:val="000000"/>
      <w:sz w:val="18"/>
      <w:szCs w:val="18"/>
    </w:rPr>
  </w:style>
  <w:style w:type="character" w:customStyle="1" w:styleId="af0">
    <w:name w:val="Изнесен текст Знак"/>
    <w:basedOn w:val="a0"/>
    <w:link w:val="af"/>
    <w:uiPriority w:val="99"/>
    <w:rsid w:val="00DE0999"/>
    <w:rPr>
      <w:rFonts w:ascii="Segoe UI" w:eastAsia="Calibri" w:hAnsi="Segoe UI" w:cs="Segoe UI"/>
      <w:color w:val="000000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\C\Sofiiski_Turnir\Sofia2018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1815D-77C3-41FB-8635-15C29962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Sofia2018-template.dotx</Template>
  <TotalTime>307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1-ви градски турнир на София по информатика</vt:lpstr>
      <vt:lpstr>1-ви градски турнир на София по информатика</vt:lpstr>
    </vt:vector>
  </TitlesOfParts>
  <Company>OK419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1-ви градски турнир на София по информатика</dc:title>
  <dc:subject/>
  <dc:creator>НПМГ</dc:creator>
  <cp:keywords/>
  <dc:description/>
  <cp:lastModifiedBy>Iliyan Yordanov</cp:lastModifiedBy>
  <cp:revision>349</cp:revision>
  <cp:lastPrinted>2018-03-25T01:33:00Z</cp:lastPrinted>
  <dcterms:created xsi:type="dcterms:W3CDTF">2018-03-24T14:19:00Z</dcterms:created>
  <dcterms:modified xsi:type="dcterms:W3CDTF">2019-11-02T15:46:00Z</dcterms:modified>
</cp:coreProperties>
</file>